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FD4FB3" w:rsidRDefault="0085747A" w:rsidP="00780207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FD4FB3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FD4FB3" w:rsidRDefault="0071620A" w:rsidP="00A0406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D4FB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D4FB3">
        <w:rPr>
          <w:rFonts w:ascii="Corbel" w:hAnsi="Corbel"/>
          <w:b/>
          <w:smallCaps/>
          <w:sz w:val="24"/>
          <w:szCs w:val="24"/>
        </w:rPr>
        <w:t xml:space="preserve"> </w:t>
      </w:r>
      <w:r w:rsidR="00780207" w:rsidRPr="00FD4FB3">
        <w:rPr>
          <w:rFonts w:ascii="Corbel" w:hAnsi="Corbel"/>
          <w:b/>
          <w:smallCaps/>
          <w:sz w:val="24"/>
          <w:szCs w:val="24"/>
        </w:rPr>
        <w:t>202</w:t>
      </w:r>
      <w:r w:rsidR="00481E07">
        <w:rPr>
          <w:rFonts w:ascii="Corbel" w:hAnsi="Corbel"/>
          <w:b/>
          <w:smallCaps/>
          <w:sz w:val="24"/>
          <w:szCs w:val="24"/>
        </w:rPr>
        <w:t>1</w:t>
      </w:r>
      <w:r w:rsidR="00780207" w:rsidRPr="00FD4FB3">
        <w:rPr>
          <w:rFonts w:ascii="Corbel" w:hAnsi="Corbel"/>
          <w:b/>
          <w:smallCaps/>
          <w:sz w:val="24"/>
          <w:szCs w:val="24"/>
        </w:rPr>
        <w:t>-202</w:t>
      </w:r>
      <w:r w:rsidR="00481E07">
        <w:rPr>
          <w:rFonts w:ascii="Corbel" w:hAnsi="Corbel"/>
          <w:b/>
          <w:smallCaps/>
          <w:sz w:val="24"/>
          <w:szCs w:val="24"/>
        </w:rPr>
        <w:t>6</w:t>
      </w:r>
      <w:r w:rsidR="00EA4832" w:rsidRPr="00FD4FB3">
        <w:rPr>
          <w:rFonts w:ascii="Corbel" w:hAnsi="Corbel"/>
          <w:i/>
          <w:sz w:val="24"/>
          <w:szCs w:val="24"/>
        </w:rPr>
        <w:t xml:space="preserve">                               </w:t>
      </w:r>
    </w:p>
    <w:p w:rsidR="00445970" w:rsidRPr="00FD4FB3" w:rsidRDefault="00445970" w:rsidP="00A0406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FD4FB3">
        <w:rPr>
          <w:rFonts w:ascii="Corbel" w:hAnsi="Corbel"/>
          <w:sz w:val="24"/>
          <w:szCs w:val="24"/>
        </w:rPr>
        <w:t>R</w:t>
      </w:r>
      <w:r w:rsidR="00780207" w:rsidRPr="00FD4FB3">
        <w:rPr>
          <w:rFonts w:ascii="Corbel" w:hAnsi="Corbel"/>
          <w:sz w:val="24"/>
          <w:szCs w:val="24"/>
        </w:rPr>
        <w:t xml:space="preserve">ok akademicki </w:t>
      </w:r>
      <w:r w:rsidR="00780207" w:rsidRPr="00FD4FB3">
        <w:rPr>
          <w:rFonts w:ascii="Corbel" w:hAnsi="Corbel"/>
          <w:b/>
          <w:sz w:val="24"/>
          <w:szCs w:val="24"/>
        </w:rPr>
        <w:t>202</w:t>
      </w:r>
      <w:r w:rsidR="00481E07">
        <w:rPr>
          <w:rFonts w:ascii="Corbel" w:hAnsi="Corbel"/>
          <w:b/>
          <w:sz w:val="24"/>
          <w:szCs w:val="24"/>
        </w:rPr>
        <w:t>2</w:t>
      </w:r>
      <w:r w:rsidR="00780207" w:rsidRPr="00FD4FB3">
        <w:rPr>
          <w:rFonts w:ascii="Corbel" w:hAnsi="Corbel"/>
          <w:b/>
          <w:sz w:val="24"/>
          <w:szCs w:val="24"/>
        </w:rPr>
        <w:t>/202</w:t>
      </w:r>
      <w:r w:rsidR="00481E07">
        <w:rPr>
          <w:rFonts w:ascii="Corbel" w:hAnsi="Corbel"/>
          <w:b/>
          <w:sz w:val="24"/>
          <w:szCs w:val="24"/>
        </w:rPr>
        <w:t>3</w:t>
      </w:r>
      <w:bookmarkStart w:id="0" w:name="_GoBack"/>
      <w:bookmarkEnd w:id="0"/>
    </w:p>
    <w:p w:rsidR="0085747A" w:rsidRPr="00FD4FB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D4FB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D4FB3">
        <w:rPr>
          <w:rFonts w:ascii="Corbel" w:hAnsi="Corbel"/>
          <w:szCs w:val="24"/>
        </w:rPr>
        <w:t xml:space="preserve">1. </w:t>
      </w:r>
      <w:r w:rsidR="0085747A" w:rsidRPr="00FD4FB3">
        <w:rPr>
          <w:rFonts w:ascii="Corbel" w:hAnsi="Corbel"/>
          <w:szCs w:val="24"/>
        </w:rPr>
        <w:t xml:space="preserve">Podstawowe </w:t>
      </w:r>
      <w:r w:rsidR="00445970" w:rsidRPr="00FD4FB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D4FB3" w:rsidTr="00B819C8">
        <w:tc>
          <w:tcPr>
            <w:tcW w:w="2694" w:type="dxa"/>
            <w:vAlign w:val="center"/>
          </w:tcPr>
          <w:p w:rsidR="0085747A" w:rsidRPr="00FD4FB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D4FB3" w:rsidRDefault="003E60C0" w:rsidP="00F6772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p</w:t>
            </w:r>
            <w:r w:rsidR="009F2210" w:rsidRPr="00FD4FB3">
              <w:rPr>
                <w:rFonts w:ascii="Corbel" w:hAnsi="Corbel"/>
                <w:sz w:val="24"/>
                <w:szCs w:val="24"/>
              </w:rPr>
              <w:t>edagogika osób z niepełnosprawnością wzrokową</w:t>
            </w:r>
          </w:p>
        </w:tc>
      </w:tr>
      <w:tr w:rsidR="0085747A" w:rsidRPr="00FD4FB3" w:rsidTr="00B819C8">
        <w:tc>
          <w:tcPr>
            <w:tcW w:w="2694" w:type="dxa"/>
            <w:vAlign w:val="center"/>
          </w:tcPr>
          <w:p w:rsidR="0085747A" w:rsidRPr="00FD4FB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D4FB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D4FB3" w:rsidRDefault="00A040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FD4FB3" w:rsidTr="00B819C8">
        <w:tc>
          <w:tcPr>
            <w:tcW w:w="2694" w:type="dxa"/>
            <w:vAlign w:val="center"/>
          </w:tcPr>
          <w:p w:rsidR="0085747A" w:rsidRPr="00FD4FB3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N</w:t>
            </w:r>
            <w:r w:rsidR="0085747A" w:rsidRPr="00FD4FB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D4FB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D4FB3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FD4FB3" w:rsidTr="00B819C8">
        <w:tc>
          <w:tcPr>
            <w:tcW w:w="2694" w:type="dxa"/>
            <w:vAlign w:val="center"/>
          </w:tcPr>
          <w:p w:rsidR="0085747A" w:rsidRPr="00FD4FB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D4FB3" w:rsidRDefault="00D36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5747A" w:rsidRPr="00FD4FB3" w:rsidTr="00B819C8">
        <w:tc>
          <w:tcPr>
            <w:tcW w:w="2694" w:type="dxa"/>
            <w:vAlign w:val="center"/>
          </w:tcPr>
          <w:p w:rsidR="0085747A" w:rsidRPr="00FD4FB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D4FB3" w:rsidRDefault="00A040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FD4FB3" w:rsidTr="00B819C8">
        <w:tc>
          <w:tcPr>
            <w:tcW w:w="2694" w:type="dxa"/>
            <w:vAlign w:val="center"/>
          </w:tcPr>
          <w:p w:rsidR="0085747A" w:rsidRPr="00FD4FB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D4FB3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A0406E" w:rsidRPr="00FD4FB3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FD4FB3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FD4FB3" w:rsidTr="00B819C8">
        <w:tc>
          <w:tcPr>
            <w:tcW w:w="2694" w:type="dxa"/>
            <w:vAlign w:val="center"/>
          </w:tcPr>
          <w:p w:rsidR="0085747A" w:rsidRPr="00FD4FB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D4FB3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FD4FB3" w:rsidTr="00B819C8">
        <w:tc>
          <w:tcPr>
            <w:tcW w:w="2694" w:type="dxa"/>
            <w:vAlign w:val="center"/>
          </w:tcPr>
          <w:p w:rsidR="0085747A" w:rsidRPr="00FD4FB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D4FB3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FD4FB3" w:rsidTr="00B819C8">
        <w:tc>
          <w:tcPr>
            <w:tcW w:w="2694" w:type="dxa"/>
            <w:vAlign w:val="center"/>
          </w:tcPr>
          <w:p w:rsidR="0085747A" w:rsidRPr="00FD4FB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D4FB3">
              <w:rPr>
                <w:rFonts w:ascii="Corbel" w:hAnsi="Corbel"/>
                <w:sz w:val="24"/>
                <w:szCs w:val="24"/>
              </w:rPr>
              <w:t>/y</w:t>
            </w:r>
            <w:r w:rsidRPr="00FD4FB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D4FB3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 xml:space="preserve">II rok, 3 semestr </w:t>
            </w:r>
          </w:p>
        </w:tc>
      </w:tr>
      <w:tr w:rsidR="0085747A" w:rsidRPr="00FD4FB3" w:rsidTr="00B819C8">
        <w:tc>
          <w:tcPr>
            <w:tcW w:w="2694" w:type="dxa"/>
            <w:vAlign w:val="center"/>
          </w:tcPr>
          <w:p w:rsidR="0085747A" w:rsidRPr="00FD4FB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FD4FB3" w:rsidRDefault="008A79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780207" w:rsidRPr="00FD4FB3">
              <w:rPr>
                <w:rFonts w:ascii="Corbel" w:hAnsi="Corbel"/>
                <w:b w:val="0"/>
                <w:sz w:val="24"/>
                <w:szCs w:val="24"/>
              </w:rPr>
              <w:t>C. Kształcenie kierunkowe;</w:t>
            </w:r>
            <w:r w:rsidR="00A0406E" w:rsidRPr="00FD4FB3">
              <w:rPr>
                <w:rFonts w:ascii="Corbel" w:hAnsi="Corbel"/>
                <w:b w:val="0"/>
                <w:sz w:val="24"/>
                <w:szCs w:val="24"/>
              </w:rPr>
              <w:t xml:space="preserve"> Moduł C.1. Przygotowanie merytoryczne;</w:t>
            </w:r>
            <w:r w:rsidR="00780207" w:rsidRPr="00FD4FB3">
              <w:rPr>
                <w:rFonts w:ascii="Corbel" w:hAnsi="Corbel"/>
                <w:b w:val="0"/>
                <w:sz w:val="24"/>
                <w:szCs w:val="24"/>
              </w:rPr>
              <w:t xml:space="preserve"> przedmiot kierunkowy</w:t>
            </w:r>
          </w:p>
        </w:tc>
      </w:tr>
      <w:tr w:rsidR="00923D7D" w:rsidRPr="00FD4FB3" w:rsidTr="00B819C8">
        <w:tc>
          <w:tcPr>
            <w:tcW w:w="2694" w:type="dxa"/>
            <w:vAlign w:val="center"/>
          </w:tcPr>
          <w:p w:rsidR="00923D7D" w:rsidRPr="00FD4FB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FD4FB3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FD4FB3" w:rsidTr="00B819C8">
        <w:tc>
          <w:tcPr>
            <w:tcW w:w="2694" w:type="dxa"/>
            <w:vAlign w:val="center"/>
          </w:tcPr>
          <w:p w:rsidR="0085747A" w:rsidRPr="00FD4FB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D4FB3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>dr hab. Remigiusz Kijak</w:t>
            </w:r>
            <w:r w:rsidR="009F2210" w:rsidRPr="00FD4FB3">
              <w:rPr>
                <w:rFonts w:ascii="Corbel" w:hAnsi="Corbel"/>
                <w:b w:val="0"/>
                <w:sz w:val="24"/>
                <w:szCs w:val="24"/>
              </w:rPr>
              <w:t>, prof.</w:t>
            </w:r>
            <w:r w:rsidR="00A0406E" w:rsidRPr="00FD4FB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F2210" w:rsidRPr="00FD4FB3">
              <w:rPr>
                <w:rFonts w:ascii="Corbel" w:hAnsi="Corbel"/>
                <w:b w:val="0"/>
                <w:sz w:val="24"/>
                <w:szCs w:val="24"/>
              </w:rPr>
              <w:t>UR</w:t>
            </w:r>
          </w:p>
        </w:tc>
      </w:tr>
      <w:tr w:rsidR="0085747A" w:rsidRPr="00FD4FB3" w:rsidTr="00B819C8">
        <w:tc>
          <w:tcPr>
            <w:tcW w:w="2694" w:type="dxa"/>
            <w:vAlign w:val="center"/>
          </w:tcPr>
          <w:p w:rsidR="0085747A" w:rsidRPr="00FD4FB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D4FB3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>dr Aleksandra Mach</w:t>
            </w:r>
          </w:p>
        </w:tc>
      </w:tr>
    </w:tbl>
    <w:p w:rsidR="00923D7D" w:rsidRPr="00FD4FB3" w:rsidRDefault="0085747A" w:rsidP="002E77F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D4FB3">
        <w:rPr>
          <w:rFonts w:ascii="Corbel" w:hAnsi="Corbel"/>
          <w:sz w:val="24"/>
          <w:szCs w:val="24"/>
        </w:rPr>
        <w:t xml:space="preserve">* </w:t>
      </w:r>
      <w:r w:rsidRPr="00FD4FB3">
        <w:rPr>
          <w:rFonts w:ascii="Corbel" w:hAnsi="Corbel"/>
          <w:i/>
          <w:sz w:val="24"/>
          <w:szCs w:val="24"/>
        </w:rPr>
        <w:t>-</w:t>
      </w:r>
      <w:r w:rsidR="00B90885" w:rsidRPr="00FD4FB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D4FB3">
        <w:rPr>
          <w:rFonts w:ascii="Corbel" w:hAnsi="Corbel"/>
          <w:b w:val="0"/>
          <w:sz w:val="24"/>
          <w:szCs w:val="24"/>
        </w:rPr>
        <w:t>e,</w:t>
      </w:r>
      <w:r w:rsidRPr="00FD4FB3">
        <w:rPr>
          <w:rFonts w:ascii="Corbel" w:hAnsi="Corbel"/>
          <w:i/>
          <w:sz w:val="24"/>
          <w:szCs w:val="24"/>
        </w:rPr>
        <w:t xml:space="preserve"> </w:t>
      </w:r>
      <w:r w:rsidRPr="00FD4FB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D4FB3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D4FB3" w:rsidRDefault="0085747A" w:rsidP="00715F50">
      <w:pPr>
        <w:pStyle w:val="Podpunkty"/>
        <w:ind w:left="284"/>
        <w:rPr>
          <w:rFonts w:ascii="Corbel" w:hAnsi="Corbel"/>
          <w:sz w:val="24"/>
          <w:szCs w:val="24"/>
        </w:rPr>
      </w:pPr>
      <w:r w:rsidRPr="00FD4FB3">
        <w:rPr>
          <w:rFonts w:ascii="Corbel" w:hAnsi="Corbel"/>
          <w:sz w:val="24"/>
          <w:szCs w:val="24"/>
        </w:rPr>
        <w:t>1.</w:t>
      </w:r>
      <w:r w:rsidR="00E22FBC" w:rsidRPr="00FD4FB3">
        <w:rPr>
          <w:rFonts w:ascii="Corbel" w:hAnsi="Corbel"/>
          <w:sz w:val="24"/>
          <w:szCs w:val="24"/>
        </w:rPr>
        <w:t>1</w:t>
      </w:r>
      <w:r w:rsidRPr="00FD4FB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FD4FB3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4F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4FB3">
              <w:rPr>
                <w:rFonts w:ascii="Corbel" w:hAnsi="Corbel"/>
                <w:szCs w:val="24"/>
              </w:rPr>
              <w:t>Semestr</w:t>
            </w:r>
          </w:p>
          <w:p w:rsidR="00015B8F" w:rsidRPr="00FD4FB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4FB3">
              <w:rPr>
                <w:rFonts w:ascii="Corbel" w:hAnsi="Corbel"/>
                <w:szCs w:val="24"/>
              </w:rPr>
              <w:t>(</w:t>
            </w:r>
            <w:r w:rsidR="00363F78" w:rsidRPr="00FD4FB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4F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4FB3">
              <w:rPr>
                <w:rFonts w:ascii="Corbel" w:hAnsi="Corbel"/>
                <w:szCs w:val="24"/>
              </w:rPr>
              <w:t>Wykł</w:t>
            </w:r>
            <w:proofErr w:type="spellEnd"/>
            <w:r w:rsidRPr="00FD4FB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4F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4FB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4F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4FB3">
              <w:rPr>
                <w:rFonts w:ascii="Corbel" w:hAnsi="Corbel"/>
                <w:szCs w:val="24"/>
              </w:rPr>
              <w:t>Konw</w:t>
            </w:r>
            <w:proofErr w:type="spellEnd"/>
            <w:r w:rsidRPr="00FD4FB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4F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4FB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4F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4FB3">
              <w:rPr>
                <w:rFonts w:ascii="Corbel" w:hAnsi="Corbel"/>
                <w:szCs w:val="24"/>
              </w:rPr>
              <w:t>Sem</w:t>
            </w:r>
            <w:proofErr w:type="spellEnd"/>
            <w:r w:rsidRPr="00FD4FB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4F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4FB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4F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4FB3">
              <w:rPr>
                <w:rFonts w:ascii="Corbel" w:hAnsi="Corbel"/>
                <w:szCs w:val="24"/>
              </w:rPr>
              <w:t>Prakt</w:t>
            </w:r>
            <w:proofErr w:type="spellEnd"/>
            <w:r w:rsidRPr="00FD4FB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4FB3" w:rsidRDefault="00A0406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4FB3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4F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4FB3">
              <w:rPr>
                <w:rFonts w:ascii="Corbel" w:hAnsi="Corbel"/>
                <w:b/>
                <w:szCs w:val="24"/>
              </w:rPr>
              <w:t>Liczba pkt</w:t>
            </w:r>
            <w:r w:rsidR="00B90885" w:rsidRPr="00FD4FB3">
              <w:rPr>
                <w:rFonts w:ascii="Corbel" w:hAnsi="Corbel"/>
                <w:b/>
                <w:szCs w:val="24"/>
              </w:rPr>
              <w:t>.</w:t>
            </w:r>
            <w:r w:rsidRPr="00FD4FB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D4FB3" w:rsidTr="00D04CD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4FB3" w:rsidRDefault="00780207" w:rsidP="00D04C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4F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4F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4F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4F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4F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4F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4F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4FB3" w:rsidRDefault="00A040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4FB3" w:rsidRDefault="007802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FD4FB3" w:rsidRDefault="00923D7D" w:rsidP="002E77F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D4FB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4FB3">
        <w:rPr>
          <w:rFonts w:ascii="Corbel" w:hAnsi="Corbel"/>
          <w:smallCaps w:val="0"/>
          <w:szCs w:val="24"/>
        </w:rPr>
        <w:t>1.</w:t>
      </w:r>
      <w:r w:rsidR="00E22FBC" w:rsidRPr="00FD4FB3">
        <w:rPr>
          <w:rFonts w:ascii="Corbel" w:hAnsi="Corbel"/>
          <w:smallCaps w:val="0"/>
          <w:szCs w:val="24"/>
        </w:rPr>
        <w:t>2</w:t>
      </w:r>
      <w:r w:rsidR="00F83B28" w:rsidRPr="00FD4FB3">
        <w:rPr>
          <w:rFonts w:ascii="Corbel" w:hAnsi="Corbel"/>
          <w:smallCaps w:val="0"/>
          <w:szCs w:val="24"/>
        </w:rPr>
        <w:t>.</w:t>
      </w:r>
      <w:r w:rsidR="00F83B28" w:rsidRPr="00FD4FB3">
        <w:rPr>
          <w:rFonts w:ascii="Corbel" w:hAnsi="Corbel"/>
          <w:smallCaps w:val="0"/>
          <w:szCs w:val="24"/>
        </w:rPr>
        <w:tab/>
      </w:r>
      <w:r w:rsidRPr="00FD4FB3">
        <w:rPr>
          <w:rFonts w:ascii="Corbel" w:hAnsi="Corbel"/>
          <w:smallCaps w:val="0"/>
          <w:szCs w:val="24"/>
        </w:rPr>
        <w:t xml:space="preserve">Sposób realizacji zajęć  </w:t>
      </w:r>
    </w:p>
    <w:p w:rsidR="00D22A48" w:rsidRPr="00FD4FB3" w:rsidRDefault="00D22A48" w:rsidP="00D22A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4FB3">
        <w:rPr>
          <w:rFonts w:ascii="Corbel" w:eastAsia="MS Gothic" w:hAnsi="Corbel"/>
          <w:b w:val="0"/>
          <w:szCs w:val="24"/>
        </w:rPr>
        <w:sym w:font="Wingdings" w:char="F078"/>
      </w:r>
      <w:r w:rsidRPr="00FD4FB3">
        <w:rPr>
          <w:rFonts w:ascii="Corbel" w:eastAsia="MS Gothic" w:hAnsi="Corbel"/>
          <w:b w:val="0"/>
          <w:szCs w:val="24"/>
        </w:rPr>
        <w:t xml:space="preserve"> </w:t>
      </w:r>
      <w:r w:rsidRPr="00FD4FB3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FD4FB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4FB3">
        <w:rPr>
          <w:rFonts w:ascii="MS Gothic" w:eastAsia="MS Gothic" w:hAnsi="MS Gothic" w:cs="MS Gothic" w:hint="eastAsia"/>
          <w:b w:val="0"/>
          <w:szCs w:val="24"/>
        </w:rPr>
        <w:t>☐</w:t>
      </w:r>
      <w:r w:rsidRPr="00FD4FB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D4FB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Pr="00FD4FB3" w:rsidRDefault="00E22FBC" w:rsidP="00A0406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4FB3">
        <w:rPr>
          <w:rFonts w:ascii="Corbel" w:hAnsi="Corbel"/>
          <w:smallCaps w:val="0"/>
          <w:szCs w:val="24"/>
        </w:rPr>
        <w:t xml:space="preserve">1.3 </w:t>
      </w:r>
      <w:r w:rsidR="00F83B28" w:rsidRPr="00FD4FB3">
        <w:rPr>
          <w:rFonts w:ascii="Corbel" w:hAnsi="Corbel"/>
          <w:smallCaps w:val="0"/>
          <w:szCs w:val="24"/>
        </w:rPr>
        <w:tab/>
      </w:r>
      <w:r w:rsidRPr="00FD4FB3">
        <w:rPr>
          <w:rFonts w:ascii="Corbel" w:hAnsi="Corbel"/>
          <w:smallCaps w:val="0"/>
          <w:szCs w:val="24"/>
        </w:rPr>
        <w:t>For</w:t>
      </w:r>
      <w:r w:rsidR="00445970" w:rsidRPr="00FD4FB3">
        <w:rPr>
          <w:rFonts w:ascii="Corbel" w:hAnsi="Corbel"/>
          <w:smallCaps w:val="0"/>
          <w:szCs w:val="24"/>
        </w:rPr>
        <w:t xml:space="preserve">ma zaliczenia przedmiotu </w:t>
      </w:r>
      <w:r w:rsidRPr="00FD4FB3">
        <w:rPr>
          <w:rFonts w:ascii="Corbel" w:hAnsi="Corbel"/>
          <w:smallCaps w:val="0"/>
          <w:szCs w:val="24"/>
        </w:rPr>
        <w:t xml:space="preserve"> (z toku</w:t>
      </w:r>
      <w:r w:rsidR="00A0406E" w:rsidRPr="00FD4FB3">
        <w:rPr>
          <w:rFonts w:ascii="Corbel" w:hAnsi="Corbel"/>
          <w:smallCaps w:val="0"/>
          <w:szCs w:val="24"/>
        </w:rPr>
        <w:t>)</w:t>
      </w:r>
    </w:p>
    <w:p w:rsidR="00A0406E" w:rsidRPr="00FD4FB3" w:rsidRDefault="00A0406E" w:rsidP="00A0406E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D4FB3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:rsidR="009F2210" w:rsidRPr="00FD4FB3" w:rsidRDefault="009F2210" w:rsidP="00A0406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D4FB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4FB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4FB3" w:rsidTr="00745302">
        <w:tc>
          <w:tcPr>
            <w:tcW w:w="9670" w:type="dxa"/>
          </w:tcPr>
          <w:p w:rsidR="0085747A" w:rsidRPr="00FD4FB3" w:rsidRDefault="00C04D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Zaliczenie wykładów: interdyscyplinarne studia nad niepełnosprawnością – </w:t>
            </w:r>
            <w:proofErr w:type="spellStart"/>
            <w:r w:rsidRPr="00FD4FB3">
              <w:rPr>
                <w:rFonts w:ascii="Corbel" w:hAnsi="Corbel"/>
                <w:b w:val="0"/>
                <w:smallCaps w:val="0"/>
                <w:szCs w:val="24"/>
              </w:rPr>
              <w:t>disability</w:t>
            </w:r>
            <w:proofErr w:type="spellEnd"/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D4FB3">
              <w:rPr>
                <w:rFonts w:ascii="Corbel" w:hAnsi="Corbel"/>
                <w:b w:val="0"/>
                <w:smallCaps w:val="0"/>
                <w:szCs w:val="24"/>
              </w:rPr>
              <w:t>studies</w:t>
            </w:r>
            <w:proofErr w:type="spellEnd"/>
            <w:r w:rsidRPr="00FD4FB3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:rsidR="00C04D7E" w:rsidRPr="00FD4FB3" w:rsidRDefault="00C04D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Zaliczenie przedmiotu: psychologia rozwojowa</w:t>
            </w:r>
          </w:p>
        </w:tc>
      </w:tr>
    </w:tbl>
    <w:p w:rsidR="00153C41" w:rsidRPr="00FD4FB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50ACE" w:rsidRPr="00FD4FB3" w:rsidRDefault="00F50ACE" w:rsidP="009C54AE">
      <w:pPr>
        <w:pStyle w:val="Punktygwne"/>
        <w:spacing w:before="0" w:after="0"/>
        <w:rPr>
          <w:rFonts w:ascii="Corbel" w:hAnsi="Corbel"/>
          <w:szCs w:val="24"/>
        </w:rPr>
        <w:sectPr w:rsidR="00F50ACE" w:rsidRPr="00FD4FB3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FD4FB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4FB3">
        <w:rPr>
          <w:rFonts w:ascii="Corbel" w:hAnsi="Corbel"/>
          <w:szCs w:val="24"/>
        </w:rPr>
        <w:lastRenderedPageBreak/>
        <w:t>3.</w:t>
      </w:r>
      <w:r w:rsidR="0085747A" w:rsidRPr="00FD4FB3">
        <w:rPr>
          <w:rFonts w:ascii="Corbel" w:hAnsi="Corbel"/>
          <w:szCs w:val="24"/>
        </w:rPr>
        <w:t xml:space="preserve"> </w:t>
      </w:r>
      <w:r w:rsidR="00A84C85" w:rsidRPr="00FD4FB3">
        <w:rPr>
          <w:rFonts w:ascii="Corbel" w:hAnsi="Corbel"/>
          <w:szCs w:val="24"/>
        </w:rPr>
        <w:t>cele, efekty uczenia się</w:t>
      </w:r>
      <w:r w:rsidR="0085747A" w:rsidRPr="00FD4FB3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FD4FB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FD4FB3" w:rsidRDefault="0071620A" w:rsidP="00FD0901">
      <w:pPr>
        <w:pStyle w:val="Podpunkty"/>
        <w:rPr>
          <w:rFonts w:ascii="Corbel" w:hAnsi="Corbel"/>
          <w:sz w:val="24"/>
          <w:szCs w:val="24"/>
        </w:rPr>
      </w:pPr>
      <w:r w:rsidRPr="00FD4FB3">
        <w:rPr>
          <w:rFonts w:ascii="Corbel" w:hAnsi="Corbel"/>
          <w:sz w:val="24"/>
          <w:szCs w:val="24"/>
        </w:rPr>
        <w:t xml:space="preserve">3.1 </w:t>
      </w:r>
      <w:r w:rsidR="00C05F44" w:rsidRPr="00FD4FB3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FD4FB3" w:rsidTr="00923D7D">
        <w:tc>
          <w:tcPr>
            <w:tcW w:w="851" w:type="dxa"/>
            <w:vAlign w:val="center"/>
          </w:tcPr>
          <w:p w:rsidR="0085747A" w:rsidRPr="00FD4FB3" w:rsidRDefault="0085747A" w:rsidP="00A040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85747A" w:rsidRPr="00FD4FB3" w:rsidRDefault="00C04D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>Zapoznanie ze współczesnymi kierunkami badań wybranych dyscyplin naukowych, które koncentrują się na problematyce osób z niepełnosprawnością wzroku.</w:t>
            </w:r>
          </w:p>
        </w:tc>
      </w:tr>
      <w:tr w:rsidR="0085747A" w:rsidRPr="00FD4FB3" w:rsidTr="00923D7D">
        <w:tc>
          <w:tcPr>
            <w:tcW w:w="851" w:type="dxa"/>
            <w:vAlign w:val="center"/>
          </w:tcPr>
          <w:p w:rsidR="0085747A" w:rsidRPr="00FD4FB3" w:rsidRDefault="00C04D7E" w:rsidP="00A0406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FD4FB3" w:rsidRDefault="00C04D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>Ukazanie interdyscyplinarnego podejścia w badaniach nad problematyką osób z niepełnosprawnością  wzroku.</w:t>
            </w:r>
          </w:p>
        </w:tc>
      </w:tr>
      <w:tr w:rsidR="0085747A" w:rsidRPr="00FD4FB3" w:rsidTr="00923D7D">
        <w:tc>
          <w:tcPr>
            <w:tcW w:w="851" w:type="dxa"/>
            <w:vAlign w:val="center"/>
          </w:tcPr>
          <w:p w:rsidR="0085747A" w:rsidRPr="00FD4FB3" w:rsidRDefault="0085747A" w:rsidP="00A040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04D7E" w:rsidRPr="00FD4FB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FD4FB3" w:rsidRDefault="00C04D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>Uwrażliwienie na konieczność interdyscyplinarnej perspektywy w planowaniu i realizowaniu działań edukacyjnych, rehabilitacyjnych i wspierających osoby z niepełnosprawnością wzroku oraz ich rodzin.</w:t>
            </w:r>
          </w:p>
        </w:tc>
      </w:tr>
    </w:tbl>
    <w:p w:rsidR="0085747A" w:rsidRPr="00FD4FB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D4FB3" w:rsidRDefault="009F4610" w:rsidP="00FD090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4FB3">
        <w:rPr>
          <w:rFonts w:ascii="Corbel" w:hAnsi="Corbel"/>
          <w:b/>
          <w:sz w:val="24"/>
          <w:szCs w:val="24"/>
        </w:rPr>
        <w:t xml:space="preserve">3.2 </w:t>
      </w:r>
      <w:r w:rsidR="001D7B54" w:rsidRPr="00FD4FB3">
        <w:rPr>
          <w:rFonts w:ascii="Corbel" w:hAnsi="Corbel"/>
          <w:b/>
          <w:sz w:val="24"/>
          <w:szCs w:val="24"/>
        </w:rPr>
        <w:t xml:space="preserve">Efekty </w:t>
      </w:r>
      <w:r w:rsidR="00C05F44" w:rsidRPr="00FD4FB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D4FB3">
        <w:rPr>
          <w:rFonts w:ascii="Corbel" w:hAnsi="Corbel"/>
          <w:b/>
          <w:sz w:val="24"/>
          <w:szCs w:val="24"/>
        </w:rPr>
        <w:t>dla przedmiotu</w:t>
      </w:r>
      <w:r w:rsidR="00445970" w:rsidRPr="00FD4FB3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D4FB3" w:rsidTr="0071620A">
        <w:tc>
          <w:tcPr>
            <w:tcW w:w="1701" w:type="dxa"/>
            <w:vAlign w:val="center"/>
          </w:tcPr>
          <w:p w:rsidR="0085747A" w:rsidRPr="00FD4FB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D4FB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D4FB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FD4FB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FD4FB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D4FB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406E" w:rsidRPr="00FD4FB3" w:rsidTr="0071620A">
        <w:tc>
          <w:tcPr>
            <w:tcW w:w="1701" w:type="dxa"/>
            <w:vAlign w:val="center"/>
          </w:tcPr>
          <w:p w:rsidR="00A0406E" w:rsidRPr="00FD4FB3" w:rsidRDefault="00A0406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A0406E" w:rsidRPr="00FD4FB3" w:rsidRDefault="00A0406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A0406E" w:rsidRPr="00FD4FB3" w:rsidRDefault="00A0406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FD4FB3" w:rsidTr="00A0406E">
        <w:tc>
          <w:tcPr>
            <w:tcW w:w="1701" w:type="dxa"/>
            <w:vAlign w:val="center"/>
          </w:tcPr>
          <w:p w:rsidR="0085747A" w:rsidRPr="00FD4FB3" w:rsidRDefault="0085747A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FD4FB3" w:rsidRDefault="009F2210" w:rsidP="00FD09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Scharakteryzuje cele i zadania pedagogiki specjalnej w kontekście osób z niepełnosprawnością wzroku, ze szczególnym uwzględnieniem tyflopedagogiki. Opisze relacje między tyflopedagogiką a </w:t>
            </w:r>
            <w:proofErr w:type="spellStart"/>
            <w:r w:rsidRPr="00FD4FB3">
              <w:rPr>
                <w:rFonts w:ascii="Corbel" w:hAnsi="Corbel"/>
                <w:b w:val="0"/>
                <w:smallCaps w:val="0"/>
                <w:szCs w:val="24"/>
              </w:rPr>
              <w:t>tyflopsychologią</w:t>
            </w:r>
            <w:proofErr w:type="spellEnd"/>
            <w:r w:rsidRPr="00FD4FB3">
              <w:rPr>
                <w:rFonts w:ascii="Corbel" w:hAnsi="Corbel"/>
                <w:b w:val="0"/>
                <w:smallCaps w:val="0"/>
                <w:szCs w:val="24"/>
              </w:rPr>
              <w:t>. Wskaże kierunki współczesnych badań nad niepełnosprawnością wzroku z perspektywy różnych dyscyplin naukowych.</w:t>
            </w:r>
          </w:p>
        </w:tc>
        <w:tc>
          <w:tcPr>
            <w:tcW w:w="1873" w:type="dxa"/>
            <w:vAlign w:val="center"/>
          </w:tcPr>
          <w:p w:rsidR="0085747A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</w:tc>
      </w:tr>
      <w:tr w:rsidR="0085747A" w:rsidRPr="00FD4FB3" w:rsidTr="00A0406E">
        <w:tc>
          <w:tcPr>
            <w:tcW w:w="1701" w:type="dxa"/>
            <w:vAlign w:val="center"/>
          </w:tcPr>
          <w:p w:rsidR="0085747A" w:rsidRPr="00FD4FB3" w:rsidRDefault="0085747A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FD4FB3" w:rsidRDefault="009F2210" w:rsidP="00FD09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Scharakteryzuje specyfikę rozwoju dzieci i młodzieży oraz funkcjonowania dorosłych osób z niepełnosprawnością wzroku w kontekście ich potrzeb rozwojowych, edukacyjnych, rehabilitacyjnych, oraz psychopedagogicznego wsparcia. Opisze główne koncepcje rehabilitacji, terapii i edukacji osób z uszkodzonym wzrokiem oraz ich uwarunkowania.</w:t>
            </w:r>
          </w:p>
        </w:tc>
        <w:tc>
          <w:tcPr>
            <w:tcW w:w="1873" w:type="dxa"/>
            <w:vAlign w:val="center"/>
          </w:tcPr>
          <w:p w:rsidR="0085747A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PS.W5.</w:t>
            </w:r>
          </w:p>
        </w:tc>
      </w:tr>
      <w:tr w:rsidR="00C04D7E" w:rsidRPr="00FD4FB3" w:rsidTr="00A0406E">
        <w:tc>
          <w:tcPr>
            <w:tcW w:w="1701" w:type="dxa"/>
            <w:vAlign w:val="center"/>
          </w:tcPr>
          <w:p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04D7E" w:rsidRPr="00FD4FB3" w:rsidRDefault="009F2210" w:rsidP="00622C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Wyjaśni problemy uczniów z niepełnosprawnością wzrokową</w:t>
            </w:r>
            <w:r w:rsidR="00622C1A" w:rsidRPr="00FD4FB3">
              <w:rPr>
                <w:rFonts w:ascii="Corbel" w:hAnsi="Corbel"/>
                <w:b w:val="0"/>
                <w:smallCaps w:val="0"/>
                <w:szCs w:val="24"/>
              </w:rPr>
              <w:t>, uwzględniając specyfikę funkcjonowania tej grupy w szkole ogólnodostępnej.</w:t>
            </w:r>
          </w:p>
        </w:tc>
        <w:tc>
          <w:tcPr>
            <w:tcW w:w="1873" w:type="dxa"/>
            <w:vAlign w:val="center"/>
          </w:tcPr>
          <w:p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</w:tc>
      </w:tr>
      <w:tr w:rsidR="00C04D7E" w:rsidRPr="00FD4FB3" w:rsidTr="00A0406E">
        <w:tc>
          <w:tcPr>
            <w:tcW w:w="1701" w:type="dxa"/>
            <w:vAlign w:val="center"/>
          </w:tcPr>
          <w:p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04D7E" w:rsidRPr="00FD4FB3" w:rsidRDefault="00622C1A" w:rsidP="00622C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Wskaże podobieństwa i różnice pomiędzy różnymi systemami kształcenia z perspektywy potrzeb i możliwości rozwojowych i edukacyjnych dzieci i młodzieży z niepełnosprawnością wzrokową. </w:t>
            </w:r>
          </w:p>
        </w:tc>
        <w:tc>
          <w:tcPr>
            <w:tcW w:w="1873" w:type="dxa"/>
            <w:vAlign w:val="center"/>
          </w:tcPr>
          <w:p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</w:tc>
      </w:tr>
      <w:tr w:rsidR="00C04D7E" w:rsidRPr="00FD4FB3" w:rsidTr="00A0406E">
        <w:tc>
          <w:tcPr>
            <w:tcW w:w="1701" w:type="dxa"/>
            <w:vAlign w:val="center"/>
          </w:tcPr>
          <w:p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C04D7E" w:rsidRPr="00FD4FB3" w:rsidRDefault="00604DB5" w:rsidP="002230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Wyjaśni związek pomiędzy ograniczeniami percepcyjnymi a rozwojem mowy u dzieci z niepełnosprawnością wzroku. Opisze cechy charakterystyczne rozwoju mowy dziecka z niepełnosprawnością wzroku.</w:t>
            </w:r>
          </w:p>
        </w:tc>
        <w:tc>
          <w:tcPr>
            <w:tcW w:w="1873" w:type="dxa"/>
            <w:vAlign w:val="center"/>
          </w:tcPr>
          <w:p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PS.W13.</w:t>
            </w:r>
          </w:p>
        </w:tc>
      </w:tr>
      <w:tr w:rsidR="00C04D7E" w:rsidRPr="00FD4FB3" w:rsidTr="00A0406E">
        <w:tc>
          <w:tcPr>
            <w:tcW w:w="1701" w:type="dxa"/>
            <w:vAlign w:val="center"/>
          </w:tcPr>
          <w:p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C04D7E" w:rsidRPr="00FD4FB3" w:rsidRDefault="008F717D" w:rsidP="00D361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="00D361FF"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 wiedzę z zakresu tyflopedagogiki oraz powiąże z nią inne zakresy pedagogiki specjalnej w celu analizy problemów rehabilitacyjnych, terapeutycznych i edukacyjnych osób z niepełnosprawnością wzrokową.</w:t>
            </w:r>
          </w:p>
        </w:tc>
        <w:tc>
          <w:tcPr>
            <w:tcW w:w="1873" w:type="dxa"/>
            <w:vAlign w:val="center"/>
          </w:tcPr>
          <w:p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</w:p>
        </w:tc>
      </w:tr>
      <w:tr w:rsidR="00C04D7E" w:rsidRPr="00FD4FB3" w:rsidTr="00A0406E">
        <w:tc>
          <w:tcPr>
            <w:tcW w:w="1701" w:type="dxa"/>
            <w:vAlign w:val="center"/>
          </w:tcPr>
          <w:p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C04D7E" w:rsidRPr="00FD4FB3" w:rsidRDefault="002230C2" w:rsidP="008F71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Zanalizuje i oceni </w:t>
            </w:r>
            <w:r w:rsidR="008F717D"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zjawiska społeczne 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uwzględniając 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interdyscyplinarną perspektywę </w:t>
            </w:r>
            <w:r w:rsidR="008F717D"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 sytuacji i zdarzeń, w których uczestnikiem jest osoba z niepełnosprawnością wzroku.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PS.U2.</w:t>
            </w:r>
          </w:p>
        </w:tc>
      </w:tr>
      <w:tr w:rsidR="00C04D7E" w:rsidRPr="00FD4FB3" w:rsidTr="00A0406E">
        <w:tc>
          <w:tcPr>
            <w:tcW w:w="1701" w:type="dxa"/>
            <w:vAlign w:val="center"/>
          </w:tcPr>
          <w:p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C04D7E" w:rsidRPr="00FD4FB3" w:rsidRDefault="008F71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Zanalizuje podejmowane przez siebie działania pedagogiczne, edukacyjne i rehabilitacyjne w kontekście osoby z niepełnosprawnością wzroku. Wskaże obszary wymagające modyfikacji w postępowaniu edukacyjno-rehabilitacyjnym w pracy z osobami z niepełnosprawnością wzroku.</w:t>
            </w:r>
          </w:p>
        </w:tc>
        <w:tc>
          <w:tcPr>
            <w:tcW w:w="1873" w:type="dxa"/>
            <w:vAlign w:val="center"/>
          </w:tcPr>
          <w:p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PS.U10.</w:t>
            </w:r>
          </w:p>
        </w:tc>
      </w:tr>
      <w:tr w:rsidR="00C04D7E" w:rsidRPr="00FD4FB3" w:rsidTr="00A0406E">
        <w:tc>
          <w:tcPr>
            <w:tcW w:w="1701" w:type="dxa"/>
            <w:vAlign w:val="center"/>
          </w:tcPr>
          <w:p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C04D7E" w:rsidRPr="00FD4FB3" w:rsidRDefault="00FC34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Posłuży się aparatem mowy zgodnie z zasadami emisji głosu oraz uwzględni specyfikę funkcjonowania poznawczego uczniów niewidomych i słabowidzących w budowaniu przekazu słownego.</w:t>
            </w:r>
          </w:p>
        </w:tc>
        <w:tc>
          <w:tcPr>
            <w:tcW w:w="1873" w:type="dxa"/>
            <w:vAlign w:val="center"/>
          </w:tcPr>
          <w:p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PS.U13.</w:t>
            </w:r>
          </w:p>
        </w:tc>
      </w:tr>
      <w:tr w:rsidR="00C04D7E" w:rsidRPr="00FD4FB3" w:rsidTr="00A0406E">
        <w:tc>
          <w:tcPr>
            <w:tcW w:w="1701" w:type="dxa"/>
            <w:vAlign w:val="center"/>
          </w:tcPr>
          <w:p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C04D7E" w:rsidRPr="00FD4FB3" w:rsidRDefault="002D7BE8" w:rsidP="002D7B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Nawiąże z różnymi podmiotami (nauczycielami, specjalistami, rodzicami) relacje sprzyjające rozwojowi ucznia z niepełnosprawnością wzroku.</w:t>
            </w:r>
          </w:p>
        </w:tc>
        <w:tc>
          <w:tcPr>
            <w:tcW w:w="1873" w:type="dxa"/>
            <w:vAlign w:val="center"/>
          </w:tcPr>
          <w:p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</w:tc>
      </w:tr>
    </w:tbl>
    <w:p w:rsidR="0085747A" w:rsidRPr="00FD4FB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D4FB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D4FB3">
        <w:rPr>
          <w:rFonts w:ascii="Corbel" w:hAnsi="Corbel"/>
          <w:b/>
          <w:sz w:val="24"/>
          <w:szCs w:val="24"/>
        </w:rPr>
        <w:t>3.3</w:t>
      </w:r>
      <w:r w:rsidR="001D7B54" w:rsidRPr="00FD4FB3">
        <w:rPr>
          <w:rFonts w:ascii="Corbel" w:hAnsi="Corbel"/>
          <w:b/>
          <w:sz w:val="24"/>
          <w:szCs w:val="24"/>
        </w:rPr>
        <w:t xml:space="preserve"> </w:t>
      </w:r>
      <w:r w:rsidR="0085747A" w:rsidRPr="00FD4FB3">
        <w:rPr>
          <w:rFonts w:ascii="Corbel" w:hAnsi="Corbel"/>
          <w:b/>
          <w:sz w:val="24"/>
          <w:szCs w:val="24"/>
        </w:rPr>
        <w:t>T</w:t>
      </w:r>
      <w:r w:rsidR="001D7B54" w:rsidRPr="00FD4FB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D4FB3">
        <w:rPr>
          <w:rFonts w:ascii="Corbel" w:hAnsi="Corbel"/>
          <w:sz w:val="24"/>
          <w:szCs w:val="24"/>
        </w:rPr>
        <w:t xml:space="preserve">  </w:t>
      </w:r>
    </w:p>
    <w:p w:rsidR="00E5304F" w:rsidRPr="00FD4FB3" w:rsidRDefault="00E5304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A0406E" w:rsidRPr="00FD4FB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D4FB3">
        <w:rPr>
          <w:rFonts w:ascii="Corbel" w:hAnsi="Corbel"/>
          <w:sz w:val="24"/>
          <w:szCs w:val="24"/>
        </w:rPr>
        <w:t xml:space="preserve">Problematyka wykładu </w:t>
      </w:r>
    </w:p>
    <w:p w:rsidR="0085747A" w:rsidRPr="00FD4FB3" w:rsidRDefault="00672232" w:rsidP="00FD090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FD4FB3">
        <w:rPr>
          <w:rFonts w:ascii="Corbel" w:hAnsi="Corbel"/>
          <w:sz w:val="24"/>
          <w:szCs w:val="24"/>
        </w:rPr>
        <w:t>nie dotyczy</w:t>
      </w:r>
    </w:p>
    <w:p w:rsidR="00FD0901" w:rsidRPr="00FD4FB3" w:rsidRDefault="00FD0901" w:rsidP="00FD090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FD4FB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4FB3">
        <w:rPr>
          <w:rFonts w:ascii="Corbel" w:hAnsi="Corbel"/>
          <w:sz w:val="24"/>
          <w:szCs w:val="24"/>
        </w:rPr>
        <w:t xml:space="preserve">Problematyka </w:t>
      </w:r>
      <w:r w:rsidR="00A0406E" w:rsidRPr="00FD4FB3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D4FB3" w:rsidTr="00672232">
        <w:tc>
          <w:tcPr>
            <w:tcW w:w="9639" w:type="dxa"/>
          </w:tcPr>
          <w:p w:rsidR="0085747A" w:rsidRPr="00FD4FB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Treści merytoryczne</w:t>
            </w:r>
            <w:r w:rsidR="00A0406E" w:rsidRPr="00FD4FB3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FD4FB3" w:rsidTr="00672232">
        <w:tc>
          <w:tcPr>
            <w:tcW w:w="9639" w:type="dxa"/>
          </w:tcPr>
          <w:p w:rsidR="0085747A" w:rsidRPr="00FD4FB3" w:rsidRDefault="00672232" w:rsidP="006722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 xml:space="preserve">Niepełnosprawność wzrokowa jako przedmiot badań różnych dziedzin naukowych, m.in.: humanistycznych, inżynieryjno-technicznych, nauk medycznych i nauk o zdrowiu, nauk społecznych,  sztuki. Znaczenie interdyscyplinarnych badań w zakresie niepełnosprawności wzrokowej. Osoba z niepełnosprawnością wzroku jako podmiot zainteresowań tyflopedagogiki i </w:t>
            </w:r>
            <w:proofErr w:type="spellStart"/>
            <w:r w:rsidRPr="00FD4FB3">
              <w:rPr>
                <w:rFonts w:ascii="Corbel" w:hAnsi="Corbel"/>
                <w:sz w:val="24"/>
                <w:szCs w:val="24"/>
              </w:rPr>
              <w:t>tyflopsychologii</w:t>
            </w:r>
            <w:proofErr w:type="spellEnd"/>
            <w:r w:rsidRPr="00FD4FB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FD4FB3" w:rsidTr="00672232">
        <w:tc>
          <w:tcPr>
            <w:tcW w:w="9639" w:type="dxa"/>
          </w:tcPr>
          <w:p w:rsidR="0085747A" w:rsidRPr="00FD4FB3" w:rsidRDefault="00672232" w:rsidP="006722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  <w:u w:val="single"/>
              </w:rPr>
              <w:t>Biomedyczne aspekty niepełnosprawności wzrokowe</w:t>
            </w:r>
            <w:r w:rsidRPr="00FD4FB3">
              <w:rPr>
                <w:rFonts w:ascii="Corbel" w:hAnsi="Corbel"/>
                <w:sz w:val="24"/>
                <w:szCs w:val="24"/>
              </w:rPr>
              <w:t xml:space="preserve">j. Wybrane klasyfikacje dotyczące uszkodzeń wzroku. Definicje zaburzeń widzenia. Uszkodzenia wzroku i ich konsekwencje dla funkcji wzrokowych. Wybrane zagadnienia okulistyki i </w:t>
            </w:r>
            <w:proofErr w:type="spellStart"/>
            <w:r w:rsidRPr="00FD4FB3">
              <w:rPr>
                <w:rFonts w:ascii="Corbel" w:hAnsi="Corbel"/>
                <w:sz w:val="24"/>
                <w:szCs w:val="24"/>
              </w:rPr>
              <w:t>optometrii</w:t>
            </w:r>
            <w:proofErr w:type="spellEnd"/>
            <w:r w:rsidRPr="00FD4FB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FD4FB3" w:rsidTr="00672232">
        <w:tc>
          <w:tcPr>
            <w:tcW w:w="9639" w:type="dxa"/>
          </w:tcPr>
          <w:p w:rsidR="0085747A" w:rsidRPr="00FD4FB3" w:rsidRDefault="00672232" w:rsidP="005F378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  <w:u w:val="single"/>
              </w:rPr>
              <w:t>Psychologiczne aspekty niepełnosprawności wzrokowej</w:t>
            </w:r>
            <w:r w:rsidRPr="00FD4FB3">
              <w:rPr>
                <w:rFonts w:ascii="Corbel" w:hAnsi="Corbel"/>
                <w:sz w:val="24"/>
                <w:szCs w:val="24"/>
              </w:rPr>
              <w:t xml:space="preserve">. Psychologiczne aspekty rozwoju oraz psychospołecznego funkcjonowania osób z niepełnosprawnością wzrokową. </w:t>
            </w:r>
            <w:proofErr w:type="spellStart"/>
            <w:r w:rsidRPr="00FD4FB3">
              <w:rPr>
                <w:rFonts w:ascii="Corbel" w:hAnsi="Corbel"/>
                <w:sz w:val="24"/>
                <w:szCs w:val="24"/>
              </w:rPr>
              <w:t>Tyflopsychologia</w:t>
            </w:r>
            <w:proofErr w:type="spellEnd"/>
            <w:r w:rsidRPr="00FD4FB3">
              <w:rPr>
                <w:rFonts w:ascii="Corbel" w:hAnsi="Corbel"/>
                <w:sz w:val="24"/>
                <w:szCs w:val="24"/>
              </w:rPr>
              <w:t xml:space="preserve"> we wspomaganiu rehabilitacji, edukacji, socjalizacji, aktywizacji życiowej osób z niepełnosprawnością wzrokową. Problemy akceptacji niepełnosprawności, etapy przystosowywania się do nabytej niepełnosprawności, radzenie sobie w sytuacjach trudnych osób z niepełnosprawnością wzrokową, zasoby osobiste osób z niepełnosprawnością wzrokową. Sytuacja rodziny z dzieckiem z niepełnosprawnością wzrokową, wpływ zaburzeń wzroku na funkcjonowanie rodziny. Sytuacja rodziny osób dorosłych z niepełnosprawnością wzrokową, role społeczne dorosłych osób z niepełnosprawnością wzrokową.  </w:t>
            </w:r>
          </w:p>
        </w:tc>
      </w:tr>
      <w:tr w:rsidR="00672232" w:rsidRPr="00FD4FB3" w:rsidTr="00672232">
        <w:tc>
          <w:tcPr>
            <w:tcW w:w="9639" w:type="dxa"/>
          </w:tcPr>
          <w:p w:rsidR="00672232" w:rsidRPr="00FD4FB3" w:rsidRDefault="00672232" w:rsidP="005F378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u w:val="single"/>
              </w:rPr>
            </w:pPr>
            <w:r w:rsidRPr="00FD4FB3">
              <w:rPr>
                <w:rFonts w:ascii="Corbel" w:hAnsi="Corbel"/>
                <w:sz w:val="24"/>
                <w:szCs w:val="24"/>
                <w:u w:val="single"/>
              </w:rPr>
              <w:t>Pedagogiczne aspekty niepełnosprawności wzrokowej.</w:t>
            </w:r>
            <w:r w:rsidRPr="00FD4FB3">
              <w:rPr>
                <w:rFonts w:ascii="Corbel" w:hAnsi="Corbel"/>
                <w:sz w:val="24"/>
                <w:szCs w:val="24"/>
              </w:rPr>
              <w:t xml:space="preserve"> Specyfika rozwoju dzieci, młodzieży i osób dorosłych w kontekście potrzeb rozwojowych i edukacyjnych. Kompensacja zmysłów. Orientacja przestrzenna. Wybrane zagadnienia kształcenia osób z niepełnosprawnością wzrokową. Pismo brajla i rysunek wypukły. </w:t>
            </w:r>
          </w:p>
        </w:tc>
      </w:tr>
      <w:tr w:rsidR="00672232" w:rsidRPr="00FD4FB3" w:rsidTr="00672232">
        <w:tc>
          <w:tcPr>
            <w:tcW w:w="9639" w:type="dxa"/>
          </w:tcPr>
          <w:p w:rsidR="00672232" w:rsidRPr="00FD4FB3" w:rsidRDefault="00672232" w:rsidP="005F378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  <w:u w:val="single"/>
              </w:rPr>
              <w:t>Socjologiczne aspekty niepełnosprawności wzrokowej</w:t>
            </w:r>
            <w:r w:rsidRPr="00FD4FB3">
              <w:rPr>
                <w:rFonts w:ascii="Corbel" w:hAnsi="Corbel"/>
                <w:sz w:val="24"/>
                <w:szCs w:val="24"/>
              </w:rPr>
              <w:t xml:space="preserve">. Osoba z niepełnosprawnością wzrokową w perspektywie socjologicznej. Demedykalizacja niepełnosprawności a wsparcie instytucjonalne osób z niepełnosprawnością wzroku i ich rodzin. Postawy społeczeństwa wobec osób z niepełnosprawnością wzroku. </w:t>
            </w:r>
          </w:p>
        </w:tc>
      </w:tr>
      <w:tr w:rsidR="00672232" w:rsidRPr="00FD4FB3" w:rsidTr="00672232">
        <w:tc>
          <w:tcPr>
            <w:tcW w:w="9639" w:type="dxa"/>
          </w:tcPr>
          <w:p w:rsidR="00672232" w:rsidRPr="00FD4FB3" w:rsidRDefault="00672232" w:rsidP="006722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  <w:u w:val="single"/>
              </w:rPr>
              <w:lastRenderedPageBreak/>
              <w:t>Inżynieryjno-techniczne aspekty niepełnosprawności wzrokowej</w:t>
            </w:r>
            <w:r w:rsidRPr="00FD4FB3">
              <w:rPr>
                <w:rFonts w:ascii="Corbel" w:hAnsi="Corbel"/>
                <w:sz w:val="24"/>
                <w:szCs w:val="24"/>
              </w:rPr>
              <w:t xml:space="preserve">. Dostępność przestrzeni publicznej dla osób z niepełnosprawnością wzroku. Projektowanie uniwersalne, architektoniczne i urbanistyczne rozwiązania. Aplikacje dla osób z niepełnosprawnością wzrokową. Środki techniczne w edukacji i funkcjonowaniu codziennym osób z niepełnosprawnością wzroku. </w:t>
            </w:r>
          </w:p>
        </w:tc>
      </w:tr>
      <w:tr w:rsidR="00F87C5B" w:rsidRPr="00FD4FB3" w:rsidTr="00672232">
        <w:tc>
          <w:tcPr>
            <w:tcW w:w="9639" w:type="dxa"/>
          </w:tcPr>
          <w:p w:rsidR="00F87C5B" w:rsidRPr="00FD4FB3" w:rsidRDefault="00F87C5B" w:rsidP="005F378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u w:val="single"/>
              </w:rPr>
            </w:pPr>
            <w:r w:rsidRPr="00FD4FB3">
              <w:rPr>
                <w:rFonts w:ascii="Corbel" w:hAnsi="Corbel"/>
                <w:sz w:val="24"/>
                <w:szCs w:val="24"/>
                <w:u w:val="single"/>
              </w:rPr>
              <w:t>Kulturowe aspekty niepełnosprawności wzrokowej.</w:t>
            </w:r>
            <w:r w:rsidRPr="00FD4FB3">
              <w:rPr>
                <w:rFonts w:ascii="Corbel" w:hAnsi="Corbel"/>
                <w:sz w:val="24"/>
                <w:szCs w:val="24"/>
              </w:rPr>
              <w:t xml:space="preserve"> Sztuka wizualna dla osób niewidomych i słabo- widzących. Sztuka a </w:t>
            </w:r>
            <w:proofErr w:type="spellStart"/>
            <w:r w:rsidRPr="00FD4FB3">
              <w:rPr>
                <w:rFonts w:ascii="Corbel" w:hAnsi="Corbel"/>
                <w:sz w:val="24"/>
                <w:szCs w:val="24"/>
              </w:rPr>
              <w:t>autorehabilitacja</w:t>
            </w:r>
            <w:proofErr w:type="spellEnd"/>
            <w:r w:rsidRPr="00FD4FB3">
              <w:rPr>
                <w:rFonts w:ascii="Corbel" w:hAnsi="Corbel"/>
                <w:sz w:val="24"/>
                <w:szCs w:val="24"/>
              </w:rPr>
              <w:t xml:space="preserve">. Twórczość osób z niepełnosprawnością wzroku. Osoba z niepełnosprawnością wzroku w sztuce.  </w:t>
            </w:r>
          </w:p>
        </w:tc>
      </w:tr>
    </w:tbl>
    <w:p w:rsidR="0085747A" w:rsidRPr="00FD4FB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D4FB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4FB3">
        <w:rPr>
          <w:rFonts w:ascii="Corbel" w:hAnsi="Corbel"/>
          <w:smallCaps w:val="0"/>
          <w:szCs w:val="24"/>
        </w:rPr>
        <w:t>3.4 Metody dydaktyczne</w:t>
      </w:r>
      <w:r w:rsidRPr="00FD4FB3">
        <w:rPr>
          <w:rFonts w:ascii="Corbel" w:hAnsi="Corbel"/>
          <w:b w:val="0"/>
          <w:smallCaps w:val="0"/>
          <w:szCs w:val="24"/>
        </w:rPr>
        <w:t xml:space="preserve"> </w:t>
      </w:r>
    </w:p>
    <w:p w:rsidR="00F87C5B" w:rsidRPr="00FD4FB3" w:rsidRDefault="00A0406E" w:rsidP="00FD0901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FD4FB3">
        <w:rPr>
          <w:rFonts w:ascii="Corbel" w:hAnsi="Corbel"/>
          <w:b w:val="0"/>
          <w:smallCaps w:val="0"/>
          <w:szCs w:val="24"/>
        </w:rPr>
        <w:t>a</w:t>
      </w:r>
      <w:r w:rsidR="00F87C5B" w:rsidRPr="00FD4FB3">
        <w:rPr>
          <w:rFonts w:ascii="Corbel" w:hAnsi="Corbel"/>
          <w:b w:val="0"/>
          <w:smallCaps w:val="0"/>
          <w:szCs w:val="24"/>
        </w:rPr>
        <w:t>naliza tekstów z dyskusją, projekt praktyczny, praca w grupach, dyskusja, analiza przypadków, ćwiczenia praktyczne, analiza fragmentów filmów i wybranych dzieł  sztuki z dyskusją</w:t>
      </w:r>
    </w:p>
    <w:p w:rsidR="00F87C5B" w:rsidRPr="00FD4FB3" w:rsidRDefault="00F87C5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85747A" w:rsidRPr="00FD4FB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4FB3">
        <w:rPr>
          <w:rFonts w:ascii="Corbel" w:hAnsi="Corbel"/>
          <w:smallCaps w:val="0"/>
          <w:szCs w:val="24"/>
        </w:rPr>
        <w:t xml:space="preserve">4. </w:t>
      </w:r>
      <w:r w:rsidR="0085747A" w:rsidRPr="00FD4FB3">
        <w:rPr>
          <w:rFonts w:ascii="Corbel" w:hAnsi="Corbel"/>
          <w:smallCaps w:val="0"/>
          <w:szCs w:val="24"/>
        </w:rPr>
        <w:t>METODY I KRYTERIA OCENY</w:t>
      </w:r>
      <w:r w:rsidR="009F4610" w:rsidRPr="00FD4FB3">
        <w:rPr>
          <w:rFonts w:ascii="Corbel" w:hAnsi="Corbel"/>
          <w:smallCaps w:val="0"/>
          <w:szCs w:val="24"/>
        </w:rPr>
        <w:t xml:space="preserve"> </w:t>
      </w:r>
    </w:p>
    <w:p w:rsidR="00923D7D" w:rsidRPr="00FD4FB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0406E" w:rsidRPr="00FD4FB3" w:rsidRDefault="0085747A" w:rsidP="00A040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4FB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D4FB3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FD4FB3" w:rsidTr="00C05F44">
        <w:tc>
          <w:tcPr>
            <w:tcW w:w="1985" w:type="dxa"/>
            <w:vAlign w:val="center"/>
          </w:tcPr>
          <w:p w:rsidR="0085747A" w:rsidRPr="00FD4FB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FD4FB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FD4FB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D4F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FD4FB3" w:rsidRDefault="0085747A" w:rsidP="003968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406E" w:rsidRPr="00FD4FB3" w:rsidTr="00C05F44">
        <w:tc>
          <w:tcPr>
            <w:tcW w:w="1985" w:type="dxa"/>
          </w:tcPr>
          <w:p w:rsidR="00A0406E" w:rsidRPr="00FD4FB3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A0406E" w:rsidRPr="00FD4FB3" w:rsidRDefault="00A0406E" w:rsidP="003A4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FD4FB3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:rsidR="00A0406E" w:rsidRPr="00FD4FB3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FD4FB3" w:rsidTr="00C05F44">
        <w:tc>
          <w:tcPr>
            <w:tcW w:w="1985" w:type="dxa"/>
          </w:tcPr>
          <w:p w:rsidR="00A0406E" w:rsidRPr="00FD4FB3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A0406E" w:rsidRPr="00FD4FB3" w:rsidRDefault="00A0406E" w:rsidP="003A4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FD4FB3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:rsidR="00A0406E" w:rsidRPr="00FD4FB3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FD4FB3" w:rsidTr="00C05F44">
        <w:tc>
          <w:tcPr>
            <w:tcW w:w="1985" w:type="dxa"/>
          </w:tcPr>
          <w:p w:rsidR="00A0406E" w:rsidRPr="00FD4FB3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0406E" w:rsidRPr="00FD4FB3" w:rsidRDefault="00A0406E" w:rsidP="003A4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FD4FB3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:rsidR="00A0406E" w:rsidRPr="00FD4FB3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FD4FB3" w:rsidTr="00C05F44">
        <w:tc>
          <w:tcPr>
            <w:tcW w:w="1985" w:type="dxa"/>
          </w:tcPr>
          <w:p w:rsidR="00A0406E" w:rsidRPr="00FD4FB3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0406E" w:rsidRPr="00FD4FB3" w:rsidRDefault="00A0406E" w:rsidP="003A4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FD4FB3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:rsidR="00A0406E" w:rsidRPr="00FD4FB3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FD4FB3" w:rsidTr="00C05F44">
        <w:tc>
          <w:tcPr>
            <w:tcW w:w="1985" w:type="dxa"/>
          </w:tcPr>
          <w:p w:rsidR="00A0406E" w:rsidRPr="00FD4FB3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0406E" w:rsidRPr="00FD4FB3" w:rsidRDefault="00A0406E" w:rsidP="003A4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FD4FB3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:rsidR="00A0406E" w:rsidRPr="00FD4FB3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FD4FB3" w:rsidTr="00C05F44">
        <w:tc>
          <w:tcPr>
            <w:tcW w:w="1985" w:type="dxa"/>
          </w:tcPr>
          <w:p w:rsidR="00A0406E" w:rsidRPr="00FD4FB3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A0406E" w:rsidRPr="00FD4FB3" w:rsidRDefault="00A0406E" w:rsidP="003A4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kolokwium, praca projektowa</w:t>
            </w:r>
          </w:p>
        </w:tc>
        <w:tc>
          <w:tcPr>
            <w:tcW w:w="2126" w:type="dxa"/>
          </w:tcPr>
          <w:p w:rsidR="00A0406E" w:rsidRPr="00FD4FB3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FD4FB3" w:rsidTr="00C05F44">
        <w:tc>
          <w:tcPr>
            <w:tcW w:w="1985" w:type="dxa"/>
          </w:tcPr>
          <w:p w:rsidR="00A0406E" w:rsidRPr="00FD4FB3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A0406E" w:rsidRPr="00FD4FB3" w:rsidRDefault="00A0406E" w:rsidP="003A4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kolokwium, praca projektowa</w:t>
            </w:r>
          </w:p>
        </w:tc>
        <w:tc>
          <w:tcPr>
            <w:tcW w:w="2126" w:type="dxa"/>
          </w:tcPr>
          <w:p w:rsidR="00A0406E" w:rsidRPr="00FD4FB3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FD4FB3" w:rsidTr="00C05F44">
        <w:tc>
          <w:tcPr>
            <w:tcW w:w="1985" w:type="dxa"/>
          </w:tcPr>
          <w:p w:rsidR="00A0406E" w:rsidRPr="00FD4FB3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A0406E" w:rsidRPr="00FD4FB3" w:rsidRDefault="00A0406E" w:rsidP="003A4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kolokwium, praca projektowa</w:t>
            </w:r>
          </w:p>
        </w:tc>
        <w:tc>
          <w:tcPr>
            <w:tcW w:w="2126" w:type="dxa"/>
          </w:tcPr>
          <w:p w:rsidR="00A0406E" w:rsidRPr="00FD4FB3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FD4FB3" w:rsidTr="00C05F44">
        <w:tc>
          <w:tcPr>
            <w:tcW w:w="1985" w:type="dxa"/>
          </w:tcPr>
          <w:p w:rsidR="00A0406E" w:rsidRPr="00FD4FB3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A0406E" w:rsidRPr="00FD4FB3" w:rsidRDefault="00A0406E" w:rsidP="003A4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FD4FB3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:rsidR="00A0406E" w:rsidRPr="00FD4FB3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FD4FB3" w:rsidTr="00C05F44">
        <w:tc>
          <w:tcPr>
            <w:tcW w:w="1985" w:type="dxa"/>
          </w:tcPr>
          <w:p w:rsidR="00A0406E" w:rsidRPr="00FD4FB3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A0406E" w:rsidRPr="00FD4FB3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126" w:type="dxa"/>
          </w:tcPr>
          <w:p w:rsidR="00A0406E" w:rsidRPr="00FD4FB3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FD4FB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FD4FB3" w:rsidRDefault="003E1941" w:rsidP="00A040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4FB3">
        <w:rPr>
          <w:rFonts w:ascii="Corbel" w:hAnsi="Corbel"/>
          <w:smallCaps w:val="0"/>
          <w:szCs w:val="24"/>
        </w:rPr>
        <w:t xml:space="preserve">4.2 </w:t>
      </w:r>
      <w:r w:rsidR="0085747A" w:rsidRPr="00FD4FB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D4FB3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4FB3" w:rsidTr="00923D7D">
        <w:tc>
          <w:tcPr>
            <w:tcW w:w="9670" w:type="dxa"/>
          </w:tcPr>
          <w:p w:rsidR="00B414CE" w:rsidRPr="00FD4FB3" w:rsidRDefault="00B414CE" w:rsidP="00B414CE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kolokwium: zaliczenie  w formie testu</w:t>
            </w:r>
          </w:p>
          <w:p w:rsidR="00B414CE" w:rsidRPr="00FD4FB3" w:rsidRDefault="00B414CE" w:rsidP="00B414CE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przygotowanie pracy projektowej: projekt dostosowania przestrzeni edukacyjnej dla ucznia z niepełnosprawnością wzroku</w:t>
            </w:r>
            <w:r w:rsidR="003A40F9"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; ocenianie: </w:t>
            </w:r>
            <w:proofErr w:type="spellStart"/>
            <w:r w:rsidR="003A40F9" w:rsidRPr="00FD4FB3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3A40F9"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3A40F9" w:rsidRPr="00FD4FB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3A40F9"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3A40F9" w:rsidRPr="00FD4FB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3A40F9"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3A40F9" w:rsidRPr="00FD4FB3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3A40F9"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3A40F9" w:rsidRPr="00FD4FB3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3A40F9" w:rsidRPr="00FD4FB3">
              <w:rPr>
                <w:rFonts w:ascii="Corbel" w:hAnsi="Corbel"/>
                <w:b w:val="0"/>
                <w:smallCaps w:val="0"/>
                <w:szCs w:val="24"/>
              </w:rPr>
              <w:t>, bdb.</w:t>
            </w:r>
          </w:p>
          <w:p w:rsidR="0085747A" w:rsidRPr="00FD4FB3" w:rsidRDefault="00B414CE" w:rsidP="009C54AE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przygotowanie pracy projektowej: wykorzystanie wybranej metody pracy dydaktyczno-wychowawczej z dziećmi z niepełnosprawnością wzroku</w:t>
            </w:r>
            <w:r w:rsidR="003A40F9"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proofErr w:type="spellStart"/>
            <w:r w:rsidR="003A40F9" w:rsidRPr="00FD4FB3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3A40F9"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3A40F9" w:rsidRPr="00FD4FB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3A40F9"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3A40F9" w:rsidRPr="00FD4FB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3A40F9"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3A40F9" w:rsidRPr="00FD4FB3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3A40F9"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3A40F9" w:rsidRPr="00FD4FB3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3A40F9" w:rsidRPr="00FD4FB3">
              <w:rPr>
                <w:rFonts w:ascii="Corbel" w:hAnsi="Corbel"/>
                <w:b w:val="0"/>
                <w:smallCaps w:val="0"/>
                <w:szCs w:val="24"/>
              </w:rPr>
              <w:t>, bdb.</w:t>
            </w:r>
          </w:p>
        </w:tc>
      </w:tr>
    </w:tbl>
    <w:p w:rsidR="0085747A" w:rsidRPr="00FD4FB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D4FB3" w:rsidRDefault="0085747A" w:rsidP="00A0406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4FB3">
        <w:rPr>
          <w:rFonts w:ascii="Corbel" w:hAnsi="Corbel"/>
          <w:b/>
          <w:sz w:val="24"/>
          <w:szCs w:val="24"/>
        </w:rPr>
        <w:t xml:space="preserve">5. </w:t>
      </w:r>
      <w:r w:rsidR="00C61DC5" w:rsidRPr="00FD4FB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D4FB3" w:rsidTr="003E1941">
        <w:tc>
          <w:tcPr>
            <w:tcW w:w="4962" w:type="dxa"/>
            <w:vAlign w:val="center"/>
          </w:tcPr>
          <w:p w:rsidR="0085747A" w:rsidRPr="00FD4FB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4FB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D4FB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D4FB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D4FB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4FB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D4FB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D4FB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D4FB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4FB3" w:rsidTr="00923D7D">
        <w:tc>
          <w:tcPr>
            <w:tcW w:w="4962" w:type="dxa"/>
          </w:tcPr>
          <w:p w:rsidR="0085747A" w:rsidRPr="00FD4FB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G</w:t>
            </w:r>
            <w:r w:rsidR="0085747A" w:rsidRPr="00FD4FB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D4FB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D4FB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D4FB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D4FB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D4FB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D4FB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FD4FB3" w:rsidRDefault="00B414CE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FD4FB3" w:rsidTr="00923D7D">
        <w:tc>
          <w:tcPr>
            <w:tcW w:w="4962" w:type="dxa"/>
          </w:tcPr>
          <w:p w:rsidR="00C61DC5" w:rsidRPr="00FD4FB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D4FB3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0406E" w:rsidRPr="00FD4FB3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D4FB3">
              <w:rPr>
                <w:rFonts w:ascii="Corbel" w:hAnsi="Corbel"/>
                <w:sz w:val="24"/>
                <w:szCs w:val="24"/>
              </w:rPr>
              <w:t>u</w:t>
            </w:r>
            <w:r w:rsidR="00B414CE" w:rsidRPr="00FD4FB3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:rsidR="00C61DC5" w:rsidRPr="00FD4FB3" w:rsidRDefault="00A0406E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FD4FB3" w:rsidTr="00923D7D">
        <w:tc>
          <w:tcPr>
            <w:tcW w:w="4962" w:type="dxa"/>
          </w:tcPr>
          <w:p w:rsidR="00C61DC5" w:rsidRPr="00FD4FB3" w:rsidRDefault="00C61DC5" w:rsidP="00B414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D4FB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D4FB3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FD4FB3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A0406E" w:rsidRPr="00FD4FB3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D4FB3">
              <w:rPr>
                <w:rFonts w:ascii="Corbel" w:hAnsi="Corbel"/>
                <w:sz w:val="24"/>
                <w:szCs w:val="24"/>
              </w:rPr>
              <w:t>pr</w:t>
            </w:r>
            <w:r w:rsidR="00B414CE" w:rsidRPr="00FD4FB3">
              <w:rPr>
                <w:rFonts w:ascii="Corbel" w:hAnsi="Corbel"/>
                <w:sz w:val="24"/>
                <w:szCs w:val="24"/>
              </w:rPr>
              <w:t>zygotowanie do zajęć, prace projektowe, przygotowanie do kolokwium</w:t>
            </w:r>
            <w:r w:rsidR="00715F50" w:rsidRPr="00FD4FB3">
              <w:rPr>
                <w:rFonts w:ascii="Corbel" w:hAnsi="Corbel"/>
                <w:sz w:val="24"/>
                <w:szCs w:val="24"/>
              </w:rPr>
              <w:t>/egzaminu</w:t>
            </w:r>
          </w:p>
        </w:tc>
        <w:tc>
          <w:tcPr>
            <w:tcW w:w="4677" w:type="dxa"/>
          </w:tcPr>
          <w:p w:rsidR="00C61DC5" w:rsidRPr="00FD4FB3" w:rsidRDefault="00B414CE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lastRenderedPageBreak/>
              <w:t>1</w:t>
            </w:r>
            <w:r w:rsidR="00A0406E" w:rsidRPr="00FD4FB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FD4FB3" w:rsidTr="00923D7D">
        <w:tc>
          <w:tcPr>
            <w:tcW w:w="4962" w:type="dxa"/>
          </w:tcPr>
          <w:p w:rsidR="0085747A" w:rsidRPr="00FD4FB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D4FB3" w:rsidRDefault="00DB0808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FD4FB3" w:rsidTr="00923D7D">
        <w:tc>
          <w:tcPr>
            <w:tcW w:w="4962" w:type="dxa"/>
          </w:tcPr>
          <w:p w:rsidR="0085747A" w:rsidRPr="00FD4FB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D4FB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D4FB3" w:rsidRDefault="00DB0808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4FB3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FD4FB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D4FB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D4FB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D4FB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50ACE" w:rsidRPr="00FD4FB3" w:rsidRDefault="00F50ACE" w:rsidP="00AE071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D4FB3" w:rsidRPr="00FD4FB3" w:rsidRDefault="00FD4FB3" w:rsidP="00FD4FB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4FB3">
        <w:rPr>
          <w:rFonts w:ascii="Corbel" w:hAnsi="Corbel"/>
          <w:smallCaps w:val="0"/>
          <w:szCs w:val="24"/>
        </w:rPr>
        <w:t>6. PRAKTYKI ZAWODOWE W RAMACH PRZEDMIOTU</w:t>
      </w:r>
    </w:p>
    <w:p w:rsidR="00FD4FB3" w:rsidRPr="00FD4FB3" w:rsidRDefault="00FD4FB3" w:rsidP="00FD4F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FD4FB3" w:rsidRPr="00FD4FB3" w:rsidTr="00BC08D6">
        <w:trPr>
          <w:trHeight w:val="397"/>
        </w:trPr>
        <w:tc>
          <w:tcPr>
            <w:tcW w:w="4111" w:type="dxa"/>
          </w:tcPr>
          <w:p w:rsidR="00FD4FB3" w:rsidRPr="00FD4FB3" w:rsidRDefault="00FD4FB3" w:rsidP="00BC08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FD4FB3" w:rsidRPr="00FD4FB3" w:rsidRDefault="00FD4FB3" w:rsidP="00BC0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D4FB3" w:rsidRPr="00FD4FB3" w:rsidTr="00BC08D6">
        <w:trPr>
          <w:trHeight w:val="397"/>
        </w:trPr>
        <w:tc>
          <w:tcPr>
            <w:tcW w:w="4111" w:type="dxa"/>
          </w:tcPr>
          <w:p w:rsidR="00FD4FB3" w:rsidRPr="00FD4FB3" w:rsidRDefault="00FD4FB3" w:rsidP="00BC08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FD4FB3" w:rsidRPr="00FD4FB3" w:rsidRDefault="00FD4FB3" w:rsidP="00BC0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FD4FB3" w:rsidRPr="00FD4FB3" w:rsidRDefault="00FD4FB3" w:rsidP="00FD4F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4FB3" w:rsidRPr="00FD4FB3" w:rsidRDefault="00FD4FB3" w:rsidP="00FD4FB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4FB3">
        <w:rPr>
          <w:rFonts w:ascii="Corbel" w:hAnsi="Corbel"/>
          <w:smallCaps w:val="0"/>
          <w:szCs w:val="24"/>
        </w:rPr>
        <w:t>7. 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D4FB3" w:rsidRPr="00FD4FB3" w:rsidTr="009E75AA">
        <w:trPr>
          <w:trHeight w:val="397"/>
        </w:trPr>
        <w:tc>
          <w:tcPr>
            <w:tcW w:w="9639" w:type="dxa"/>
          </w:tcPr>
          <w:p w:rsidR="00FD4FB3" w:rsidRPr="00FD4FB3" w:rsidRDefault="00FD4FB3" w:rsidP="009E75AA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smallCaps w:val="0"/>
                <w:szCs w:val="24"/>
              </w:rPr>
            </w:pPr>
            <w:r w:rsidRPr="00FD4F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D4FB3" w:rsidRPr="00FD4FB3" w:rsidRDefault="00FD4FB3" w:rsidP="009E75AA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ind w:left="714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Czerwińska K., Kucharczyk I.: </w:t>
            </w:r>
            <w:proofErr w:type="spellStart"/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Tyflopsychologia</w:t>
            </w:r>
            <w:proofErr w:type="spellEnd"/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. Realizacja zadań rozwojowych w biegu życia przez osoby z niepełnosprawnością wzroku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>. Wydawnictwo Naukowe PWN, Warszawa 2019.</w:t>
            </w:r>
          </w:p>
          <w:p w:rsidR="00FD4FB3" w:rsidRPr="00FD4FB3" w:rsidRDefault="00FD4FB3" w:rsidP="009E75AA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ind w:left="714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Czerwińska K., Paplińska M., Walkiewicz-</w:t>
            </w:r>
            <w:proofErr w:type="spellStart"/>
            <w:r w:rsidRPr="00FD4FB3">
              <w:rPr>
                <w:rFonts w:ascii="Corbel" w:hAnsi="Corbel"/>
                <w:b w:val="0"/>
                <w:smallCaps w:val="0"/>
                <w:szCs w:val="24"/>
              </w:rPr>
              <w:t>Krutak</w:t>
            </w:r>
            <w:proofErr w:type="spellEnd"/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 M. (red.):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Tyflopedagogika wobec współczesnych przemian w przestrzenni edukacyjno-rehabilitacyjnej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>. APS, Warszawa 2015.</w:t>
            </w:r>
          </w:p>
          <w:p w:rsidR="00FD4FB3" w:rsidRPr="00FD4FB3" w:rsidRDefault="00FD4FB3" w:rsidP="009E75AA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ind w:left="714" w:hanging="357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4FB3">
              <w:rPr>
                <w:rFonts w:ascii="Corbel" w:hAnsi="Corbel"/>
                <w:b w:val="0"/>
                <w:smallCaps w:val="0"/>
                <w:szCs w:val="24"/>
              </w:rPr>
              <w:t>Dycht</w:t>
            </w:r>
            <w:proofErr w:type="spellEnd"/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 M.: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Rehabilitacja i edukacja osób z dysfunkcją wzroku w dobie rozwoju nauk i nowych technologii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. „Forum Pedagogiczne” 2016, nr 1, </w:t>
            </w:r>
            <w:r w:rsidRPr="00FD4FB3">
              <w:rPr>
                <w:rFonts w:ascii="Corbel" w:hAnsi="Corbel"/>
                <w:b w:val="0"/>
                <w:szCs w:val="24"/>
              </w:rPr>
              <w:t xml:space="preserve">DOI </w:t>
            </w:r>
            <w:hyperlink r:id="rId8" w:history="1">
              <w:r w:rsidRPr="00FD4FB3">
                <w:rPr>
                  <w:rStyle w:val="Hipercze"/>
                  <w:rFonts w:ascii="Corbel" w:hAnsi="Corbel"/>
                  <w:b w:val="0"/>
                  <w:color w:val="auto"/>
                  <w:szCs w:val="24"/>
                </w:rPr>
                <w:t>10.21697/fp.2016.1.08</w:t>
              </w:r>
            </w:hyperlink>
          </w:p>
          <w:p w:rsidR="00FD4FB3" w:rsidRPr="00FD4FB3" w:rsidRDefault="00FD4FB3" w:rsidP="009E75AA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4FB3">
              <w:rPr>
                <w:rFonts w:ascii="Corbel" w:hAnsi="Corbel"/>
                <w:b w:val="0"/>
                <w:smallCaps w:val="0"/>
                <w:szCs w:val="24"/>
              </w:rPr>
              <w:t>Głodkowska</w:t>
            </w:r>
            <w:proofErr w:type="spellEnd"/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 J., Konieczna I., Piotrowicz R., Walczak G. (red.):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Interdyscyplinarne konteksty wczesnej interwencji, wczesnego wspomagania rozwoju dziecka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>, Wyd. APS, Warszawa 2017.</w:t>
            </w:r>
          </w:p>
          <w:p w:rsidR="00FD4FB3" w:rsidRPr="00FD4FB3" w:rsidRDefault="00FD4FB3" w:rsidP="009E75AA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Paplińska M. , Walkiewicz-</w:t>
            </w:r>
            <w:proofErr w:type="spellStart"/>
            <w:r w:rsidRPr="00FD4FB3">
              <w:rPr>
                <w:rFonts w:ascii="Corbel" w:hAnsi="Corbel"/>
                <w:b w:val="0"/>
                <w:smallCaps w:val="0"/>
                <w:szCs w:val="24"/>
              </w:rPr>
              <w:t>Krutak</w:t>
            </w:r>
            <w:proofErr w:type="spellEnd"/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 M.: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Tyflopedagogika wobec współczesnych potrzeb wspomagania rozwoju, rehabilitacji i aktywizacji społecznej.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 APS, Warszawa 2017.</w:t>
            </w:r>
          </w:p>
          <w:p w:rsidR="00FD4FB3" w:rsidRPr="00FD4FB3" w:rsidRDefault="00FD4FB3" w:rsidP="009E75AA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4FB3">
              <w:rPr>
                <w:rFonts w:ascii="Corbel" w:hAnsi="Corbel"/>
                <w:b w:val="0"/>
                <w:smallCaps w:val="0"/>
                <w:szCs w:val="24"/>
              </w:rPr>
              <w:t>Riordan-Eva</w:t>
            </w:r>
            <w:proofErr w:type="spellEnd"/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proofErr w:type="spellStart"/>
            <w:r w:rsidRPr="00FD4FB3">
              <w:rPr>
                <w:rFonts w:ascii="Corbel" w:hAnsi="Corbel"/>
                <w:b w:val="0"/>
                <w:smallCaps w:val="0"/>
                <w:szCs w:val="24"/>
              </w:rPr>
              <w:t>Whitcher</w:t>
            </w:r>
            <w:proofErr w:type="spellEnd"/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D4FB3">
              <w:rPr>
                <w:rFonts w:ascii="Corbel" w:hAnsi="Corbel"/>
                <w:b w:val="0"/>
                <w:smallCaps w:val="0"/>
                <w:szCs w:val="24"/>
              </w:rPr>
              <w:t>J.P</w:t>
            </w:r>
            <w:proofErr w:type="spellEnd"/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.: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Okulistyka Vaughana i </w:t>
            </w:r>
            <w:proofErr w:type="spellStart"/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Asbuty’ego</w:t>
            </w:r>
            <w:proofErr w:type="spellEnd"/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na podstawie 17. Wydania oryginalnego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, red. naukowa wydania polskiego: Edward Wylęgała, Wydawnictwo </w:t>
            </w:r>
            <w:proofErr w:type="spellStart"/>
            <w:r w:rsidRPr="00FD4FB3">
              <w:rPr>
                <w:rFonts w:ascii="Corbel" w:hAnsi="Corbel"/>
                <w:b w:val="0"/>
                <w:smallCaps w:val="0"/>
                <w:szCs w:val="24"/>
              </w:rPr>
              <w:t>Czelej</w:t>
            </w:r>
            <w:proofErr w:type="spellEnd"/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 Sp. z </w:t>
            </w:r>
            <w:proofErr w:type="spellStart"/>
            <w:r w:rsidRPr="00FD4FB3">
              <w:rPr>
                <w:rFonts w:ascii="Corbel" w:hAnsi="Corbel"/>
                <w:b w:val="0"/>
                <w:smallCaps w:val="0"/>
                <w:szCs w:val="24"/>
              </w:rPr>
              <w:t>o.o.Lublin</w:t>
            </w:r>
            <w:proofErr w:type="spellEnd"/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 2011.</w:t>
            </w:r>
          </w:p>
          <w:p w:rsidR="00FD4FB3" w:rsidRPr="00FD4FB3" w:rsidRDefault="00FD4FB3" w:rsidP="009E75AA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4FB3">
              <w:rPr>
                <w:rFonts w:ascii="Corbel" w:hAnsi="Corbel"/>
                <w:b w:val="0"/>
                <w:smallCaps w:val="0"/>
                <w:szCs w:val="24"/>
              </w:rPr>
              <w:t>Walthes</w:t>
            </w:r>
            <w:proofErr w:type="spellEnd"/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 R.: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Tyflopedagogika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>, Wyd. GWP, Gdańsk 2007.</w:t>
            </w:r>
          </w:p>
        </w:tc>
      </w:tr>
      <w:tr w:rsidR="00FD4FB3" w:rsidRPr="00FD4FB3" w:rsidTr="009E75AA">
        <w:trPr>
          <w:trHeight w:val="397"/>
        </w:trPr>
        <w:tc>
          <w:tcPr>
            <w:tcW w:w="9639" w:type="dxa"/>
          </w:tcPr>
          <w:p w:rsidR="00FD4FB3" w:rsidRPr="00FD4FB3" w:rsidRDefault="00FD4FB3" w:rsidP="009E75AA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FD4F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FD4FB3" w:rsidRPr="00FD4FB3" w:rsidRDefault="00FD4FB3" w:rsidP="009E75AA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Chodkowska M.: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Aksjologiczne dylematy niepełnosprawności w </w:t>
            </w:r>
            <w:proofErr w:type="spellStart"/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postintegracyjnej</w:t>
            </w:r>
            <w:proofErr w:type="spellEnd"/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przestrzeni społecznej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. „Forum Pedagogiczne” 2016, nr 1,    </w:t>
            </w:r>
          </w:p>
          <w:p w:rsidR="00FD4FB3" w:rsidRPr="00FD4FB3" w:rsidRDefault="00FD4FB3" w:rsidP="009E75AA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Czerwińska K.: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 trosce o zintegrowane wsparcie dla dziecka z niepełnosprawnością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wzrokową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, [w:] D. </w:t>
            </w:r>
            <w:proofErr w:type="spellStart"/>
            <w:r w:rsidRPr="00FD4FB3">
              <w:rPr>
                <w:rFonts w:ascii="Corbel" w:hAnsi="Corbel"/>
                <w:b w:val="0"/>
                <w:smallCaps w:val="0"/>
                <w:szCs w:val="24"/>
              </w:rPr>
              <w:t>Gorajewska</w:t>
            </w:r>
            <w:proofErr w:type="spellEnd"/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Wsparcie dziecka z niepełnosprawnością w rodzinie i szkole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>, Wydawca: Stowarzyszenie Przyjaciół Integracji, Warszawa 2008.</w:t>
            </w:r>
          </w:p>
          <w:p w:rsidR="00FD4FB3" w:rsidRPr="00FD4FB3" w:rsidRDefault="00FD4FB3" w:rsidP="009E75AA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Czerwińska K.: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Funkcjonowanie osoby stopniowo tracącej wzrok w przestrzeni edukacyjno-rehabilitacyjnej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>, [w:] „Forum Pedagogiczne” 2016, nr 1.</w:t>
            </w:r>
          </w:p>
          <w:p w:rsidR="00FD4FB3" w:rsidRPr="00FD4FB3" w:rsidRDefault="00FD4FB3" w:rsidP="009E75AA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Gładyszewska-</w:t>
            </w:r>
            <w:proofErr w:type="spellStart"/>
            <w:r w:rsidRPr="00FD4FB3">
              <w:rPr>
                <w:rFonts w:ascii="Corbel" w:hAnsi="Corbel"/>
                <w:b w:val="0"/>
                <w:smallCaps w:val="0"/>
                <w:szCs w:val="24"/>
              </w:rPr>
              <w:t>Cylulko</w:t>
            </w:r>
            <w:proofErr w:type="spellEnd"/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 J.: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Osobowościowe uwarunkowania procesu emancypacji osób z niepełnosprawnością wzrokową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. „Interdyscyplinarne Konteksty Pedagogiki Specjalnej” 2016, nr 12, DOI: </w:t>
            </w:r>
            <w:hyperlink r:id="rId9" w:history="1">
              <w:r w:rsidRPr="00FD4FB3">
                <w:rPr>
                  <w:rStyle w:val="Hipercze"/>
                  <w:rFonts w:ascii="Corbel" w:hAnsi="Corbel"/>
                  <w:b w:val="0"/>
                  <w:smallCaps w:val="0"/>
                  <w:color w:val="auto"/>
                  <w:szCs w:val="24"/>
                </w:rPr>
                <w:t>https://doi.org/10.14746/ikps.2016.12.06</w:t>
              </w:r>
            </w:hyperlink>
          </w:p>
          <w:p w:rsidR="00FD4FB3" w:rsidRPr="00FD4FB3" w:rsidRDefault="00FD4FB3" w:rsidP="009E75AA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Kucharczyk I.: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Samoświadomość emocji i kompetencje społeczne uczniów z niepełnosprawnością wzroku w wieku wczesnego dorastania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. „Niepełnosprawność. Dyskursy pedagogiki specjalnej” 2017, nr 26, </w:t>
            </w:r>
            <w:hyperlink r:id="rId10" w:history="1">
              <w:r w:rsidRPr="00FD4FB3">
                <w:rPr>
                  <w:rStyle w:val="Hipercze"/>
                  <w:rFonts w:ascii="Corbel" w:hAnsi="Corbel"/>
                  <w:b w:val="0"/>
                  <w:smallCaps w:val="0"/>
                  <w:color w:val="auto"/>
                  <w:szCs w:val="24"/>
                </w:rPr>
                <w:t xml:space="preserve">DOI 10.4467/25439561.NP.17.017.8093 </w:t>
              </w:r>
            </w:hyperlink>
          </w:p>
          <w:p w:rsidR="00FD4FB3" w:rsidRPr="00FD4FB3" w:rsidRDefault="00FD4FB3" w:rsidP="009E75AA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Marciniak K.I., Piasny Ł.: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Aplikacje wspomagające poruszanie się osób niepełnosprawnych w mieście. Wstępne studium badań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>. „Informatyka Ekonomiczna” 2015, nr 2(36).</w:t>
            </w:r>
          </w:p>
          <w:p w:rsidR="00FD4FB3" w:rsidRPr="00FD4FB3" w:rsidRDefault="00FD4FB3" w:rsidP="009E75AA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4FB3">
              <w:rPr>
                <w:rFonts w:ascii="Corbel" w:hAnsi="Corbel"/>
                <w:b w:val="0"/>
                <w:smallCaps w:val="0"/>
                <w:szCs w:val="24"/>
              </w:rPr>
              <w:t>Szabała</w:t>
            </w:r>
            <w:proofErr w:type="spellEnd"/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 B.: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Zasoby osobiste a niepełnosprawność sensoryczna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. „Studia Edukacyjne” 2017, nr 43. </w:t>
            </w:r>
          </w:p>
          <w:p w:rsidR="00FD4FB3" w:rsidRPr="00FD4FB3" w:rsidRDefault="00FD4FB3" w:rsidP="009E75AA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Szalewicz K.: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Projektowanie uniwersalne – zagospodarowanie przestrzeni dla osób niepełnosprawnych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. „Niepełnosprawność. Dyskursy pedagogiki specjalnej” 2018, nr 30, </w:t>
            </w:r>
            <w:hyperlink r:id="rId11" w:history="1">
              <w:r w:rsidRPr="00FD4FB3">
                <w:rPr>
                  <w:rStyle w:val="Hipercze"/>
                  <w:rFonts w:ascii="Corbel" w:hAnsi="Corbel"/>
                  <w:b w:val="0"/>
                  <w:smallCaps w:val="0"/>
                  <w:color w:val="auto"/>
                  <w:szCs w:val="24"/>
                </w:rPr>
                <w:t xml:space="preserve">DOI 10.4467/25439561.NP.18.038.9876 </w:t>
              </w:r>
            </w:hyperlink>
          </w:p>
          <w:p w:rsidR="00FD4FB3" w:rsidRPr="00FD4FB3" w:rsidRDefault="00FD4FB3" w:rsidP="009E75AA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Walkiewicz-</w:t>
            </w:r>
            <w:proofErr w:type="spellStart"/>
            <w:r w:rsidRPr="00FD4FB3">
              <w:rPr>
                <w:rFonts w:ascii="Corbel" w:hAnsi="Corbel"/>
                <w:b w:val="0"/>
                <w:smallCaps w:val="0"/>
                <w:szCs w:val="24"/>
              </w:rPr>
              <w:t>Krutak</w:t>
            </w:r>
            <w:proofErr w:type="spellEnd"/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 M.: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Wyzwania emancypacyjne w kontekście autonomii dorosłych osób z niepełnosprawnością wzroku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. „Interdyscyplinarne Konteksty Pedagogiki Specjalnej” 2015, nr 10, DOI: </w:t>
            </w:r>
            <w:hyperlink r:id="rId12" w:history="1">
              <w:r w:rsidRPr="00FD4FB3">
                <w:rPr>
                  <w:rStyle w:val="Hipercze"/>
                  <w:rFonts w:ascii="Corbel" w:hAnsi="Corbel"/>
                  <w:b w:val="0"/>
                  <w:smallCaps w:val="0"/>
                  <w:color w:val="auto"/>
                  <w:szCs w:val="24"/>
                </w:rPr>
                <w:t>https://doi.org/10.14746/ikps.2015.10.07</w:t>
              </w:r>
            </w:hyperlink>
          </w:p>
        </w:tc>
      </w:tr>
    </w:tbl>
    <w:p w:rsidR="00FD4FB3" w:rsidRDefault="00FD4FB3" w:rsidP="00FD4F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D4FB3" w:rsidRDefault="00FD4FB3" w:rsidP="00FD4F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D4FB3" w:rsidRDefault="00FD4FB3" w:rsidP="00FD4F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D4FB3" w:rsidRPr="00FD4FB3" w:rsidRDefault="00FD4FB3" w:rsidP="00FD4F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D4FB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D4FB3" w:rsidRPr="00FD4FB3" w:rsidRDefault="00FD4FB3" w:rsidP="00FD4F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A40F9" w:rsidRPr="00FD4FB3" w:rsidRDefault="003A40F9" w:rsidP="00FD4FB3">
      <w:pPr>
        <w:pStyle w:val="Punktygwne"/>
        <w:spacing w:before="0" w:after="0"/>
        <w:rPr>
          <w:rFonts w:ascii="Corbel" w:hAnsi="Corbel"/>
          <w:smallCaps w:val="0"/>
          <w:szCs w:val="24"/>
        </w:rPr>
        <w:sectPr w:rsidR="003A40F9" w:rsidRPr="00FD4FB3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75843" w:rsidRPr="00FD4FB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4FB3">
        <w:rPr>
          <w:rFonts w:ascii="Corbel" w:hAnsi="Corbel"/>
          <w:smallCaps w:val="0"/>
          <w:szCs w:val="24"/>
        </w:rPr>
        <w:lastRenderedPageBreak/>
        <w:t xml:space="preserve"> </w:t>
      </w:r>
    </w:p>
    <w:p w:rsidR="0085747A" w:rsidRPr="00FD4FB3" w:rsidRDefault="0085747A" w:rsidP="002150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50ACE" w:rsidRPr="00FD4FB3" w:rsidRDefault="00F50ACE" w:rsidP="00F50AC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F50ACE" w:rsidRPr="00FD4FB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2402" w:rsidRDefault="00E02402" w:rsidP="00C16ABF">
      <w:pPr>
        <w:spacing w:after="0" w:line="240" w:lineRule="auto"/>
      </w:pPr>
      <w:r>
        <w:separator/>
      </w:r>
    </w:p>
  </w:endnote>
  <w:endnote w:type="continuationSeparator" w:id="0">
    <w:p w:rsidR="00E02402" w:rsidRDefault="00E024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2402" w:rsidRDefault="00E02402" w:rsidP="00C16ABF">
      <w:pPr>
        <w:spacing w:after="0" w:line="240" w:lineRule="auto"/>
      </w:pPr>
      <w:r>
        <w:separator/>
      </w:r>
    </w:p>
  </w:footnote>
  <w:footnote w:type="continuationSeparator" w:id="0">
    <w:p w:rsidR="00E02402" w:rsidRDefault="00E0240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32E37"/>
    <w:multiLevelType w:val="hybridMultilevel"/>
    <w:tmpl w:val="64F43C18"/>
    <w:lvl w:ilvl="0" w:tplc="EBC23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530DE2"/>
    <w:multiLevelType w:val="hybridMultilevel"/>
    <w:tmpl w:val="80FCCF04"/>
    <w:lvl w:ilvl="0" w:tplc="04A8EE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163A5"/>
    <w:multiLevelType w:val="hybridMultilevel"/>
    <w:tmpl w:val="1458D6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5C76"/>
    <w:rsid w:val="000077B4"/>
    <w:rsid w:val="00015B8F"/>
    <w:rsid w:val="00022ECE"/>
    <w:rsid w:val="00042A51"/>
    <w:rsid w:val="00042D2E"/>
    <w:rsid w:val="00044C82"/>
    <w:rsid w:val="00051F73"/>
    <w:rsid w:val="00070ED6"/>
    <w:rsid w:val="000742DC"/>
    <w:rsid w:val="0008196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E7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662C"/>
    <w:rsid w:val="001A70D2"/>
    <w:rsid w:val="001D657B"/>
    <w:rsid w:val="001D7B54"/>
    <w:rsid w:val="001E0209"/>
    <w:rsid w:val="001E3CD4"/>
    <w:rsid w:val="001F2CA2"/>
    <w:rsid w:val="002144C0"/>
    <w:rsid w:val="0021508A"/>
    <w:rsid w:val="002230C2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412"/>
    <w:rsid w:val="002C1F06"/>
    <w:rsid w:val="002D3375"/>
    <w:rsid w:val="002D73D4"/>
    <w:rsid w:val="002D7BE8"/>
    <w:rsid w:val="002E77F7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6897"/>
    <w:rsid w:val="003A0A5B"/>
    <w:rsid w:val="003A1176"/>
    <w:rsid w:val="003A40F9"/>
    <w:rsid w:val="003C0BAE"/>
    <w:rsid w:val="003D18A9"/>
    <w:rsid w:val="003D6CE2"/>
    <w:rsid w:val="003E1941"/>
    <w:rsid w:val="003E2FE6"/>
    <w:rsid w:val="003E49D5"/>
    <w:rsid w:val="003E60C0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873"/>
    <w:rsid w:val="0047598D"/>
    <w:rsid w:val="00481E07"/>
    <w:rsid w:val="004840FD"/>
    <w:rsid w:val="00490F7D"/>
    <w:rsid w:val="00491678"/>
    <w:rsid w:val="004968E2"/>
    <w:rsid w:val="004A3EEA"/>
    <w:rsid w:val="004A4D1F"/>
    <w:rsid w:val="004D5282"/>
    <w:rsid w:val="004E0C2F"/>
    <w:rsid w:val="004F1551"/>
    <w:rsid w:val="004F55A3"/>
    <w:rsid w:val="0050496F"/>
    <w:rsid w:val="00513B6F"/>
    <w:rsid w:val="005148F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378C"/>
    <w:rsid w:val="00604DB5"/>
    <w:rsid w:val="0061029B"/>
    <w:rsid w:val="00617230"/>
    <w:rsid w:val="00621CE1"/>
    <w:rsid w:val="00622C1A"/>
    <w:rsid w:val="00626747"/>
    <w:rsid w:val="00627FC9"/>
    <w:rsid w:val="006460E8"/>
    <w:rsid w:val="00647FA8"/>
    <w:rsid w:val="00650C5F"/>
    <w:rsid w:val="00654934"/>
    <w:rsid w:val="006620D9"/>
    <w:rsid w:val="00671958"/>
    <w:rsid w:val="00672232"/>
    <w:rsid w:val="00675843"/>
    <w:rsid w:val="00696477"/>
    <w:rsid w:val="006972A4"/>
    <w:rsid w:val="006A74FD"/>
    <w:rsid w:val="006D050F"/>
    <w:rsid w:val="006D6139"/>
    <w:rsid w:val="006E5D65"/>
    <w:rsid w:val="006F1282"/>
    <w:rsid w:val="006F1FBC"/>
    <w:rsid w:val="006F31E2"/>
    <w:rsid w:val="00706544"/>
    <w:rsid w:val="007072BA"/>
    <w:rsid w:val="00715F5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207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E0BCC"/>
    <w:rsid w:val="007F1E49"/>
    <w:rsid w:val="007F4155"/>
    <w:rsid w:val="0081554D"/>
    <w:rsid w:val="0081707E"/>
    <w:rsid w:val="008449B3"/>
    <w:rsid w:val="0084530D"/>
    <w:rsid w:val="008552A2"/>
    <w:rsid w:val="0085747A"/>
    <w:rsid w:val="008771A8"/>
    <w:rsid w:val="00884922"/>
    <w:rsid w:val="00885F64"/>
    <w:rsid w:val="008917F9"/>
    <w:rsid w:val="008A45F7"/>
    <w:rsid w:val="008A6CFE"/>
    <w:rsid w:val="008A79B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17D"/>
    <w:rsid w:val="00916188"/>
    <w:rsid w:val="00923D7D"/>
    <w:rsid w:val="00924B71"/>
    <w:rsid w:val="009508DF"/>
    <w:rsid w:val="00950DAC"/>
    <w:rsid w:val="00951461"/>
    <w:rsid w:val="00954A07"/>
    <w:rsid w:val="00997F14"/>
    <w:rsid w:val="009A78D9"/>
    <w:rsid w:val="009B3127"/>
    <w:rsid w:val="009C3E31"/>
    <w:rsid w:val="009C54AE"/>
    <w:rsid w:val="009C788E"/>
    <w:rsid w:val="009D3F3B"/>
    <w:rsid w:val="009E0543"/>
    <w:rsid w:val="009E3B41"/>
    <w:rsid w:val="009F2210"/>
    <w:rsid w:val="009F3C5C"/>
    <w:rsid w:val="009F4610"/>
    <w:rsid w:val="00A00ECC"/>
    <w:rsid w:val="00A0406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269"/>
    <w:rsid w:val="00A97DE1"/>
    <w:rsid w:val="00AA43DD"/>
    <w:rsid w:val="00AB053C"/>
    <w:rsid w:val="00AB40B8"/>
    <w:rsid w:val="00AD1146"/>
    <w:rsid w:val="00AD23BC"/>
    <w:rsid w:val="00AD27D3"/>
    <w:rsid w:val="00AD66D6"/>
    <w:rsid w:val="00AE071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4CE"/>
    <w:rsid w:val="00B43B77"/>
    <w:rsid w:val="00B43E80"/>
    <w:rsid w:val="00B607DB"/>
    <w:rsid w:val="00B66529"/>
    <w:rsid w:val="00B71DAE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4D7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5F20"/>
    <w:rsid w:val="00CD6897"/>
    <w:rsid w:val="00CE28AB"/>
    <w:rsid w:val="00CE5BAC"/>
    <w:rsid w:val="00CF25BE"/>
    <w:rsid w:val="00CF78ED"/>
    <w:rsid w:val="00D02B25"/>
    <w:rsid w:val="00D02EBA"/>
    <w:rsid w:val="00D04CDE"/>
    <w:rsid w:val="00D17C3C"/>
    <w:rsid w:val="00D22A48"/>
    <w:rsid w:val="00D26B2C"/>
    <w:rsid w:val="00D352C9"/>
    <w:rsid w:val="00D361FF"/>
    <w:rsid w:val="00D425B2"/>
    <w:rsid w:val="00D428D6"/>
    <w:rsid w:val="00D552B2"/>
    <w:rsid w:val="00D608D1"/>
    <w:rsid w:val="00D74119"/>
    <w:rsid w:val="00D8075B"/>
    <w:rsid w:val="00D8678B"/>
    <w:rsid w:val="00DA2114"/>
    <w:rsid w:val="00DB0808"/>
    <w:rsid w:val="00DD38F7"/>
    <w:rsid w:val="00DE09C0"/>
    <w:rsid w:val="00DE4A14"/>
    <w:rsid w:val="00DF320D"/>
    <w:rsid w:val="00DF71C8"/>
    <w:rsid w:val="00E02402"/>
    <w:rsid w:val="00E129B8"/>
    <w:rsid w:val="00E21E7D"/>
    <w:rsid w:val="00E22FBC"/>
    <w:rsid w:val="00E24BF5"/>
    <w:rsid w:val="00E25338"/>
    <w:rsid w:val="00E51E44"/>
    <w:rsid w:val="00E5304F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421"/>
    <w:rsid w:val="00ED71BD"/>
    <w:rsid w:val="00EE32DE"/>
    <w:rsid w:val="00EE5457"/>
    <w:rsid w:val="00F070AB"/>
    <w:rsid w:val="00F12AFD"/>
    <w:rsid w:val="00F17567"/>
    <w:rsid w:val="00F27A7B"/>
    <w:rsid w:val="00F50ACE"/>
    <w:rsid w:val="00F526AF"/>
    <w:rsid w:val="00F617C3"/>
    <w:rsid w:val="00F67722"/>
    <w:rsid w:val="00F7066B"/>
    <w:rsid w:val="00F735AF"/>
    <w:rsid w:val="00F83B28"/>
    <w:rsid w:val="00F86409"/>
    <w:rsid w:val="00F87C5B"/>
    <w:rsid w:val="00F974DA"/>
    <w:rsid w:val="00FA46E5"/>
    <w:rsid w:val="00FB7DBA"/>
    <w:rsid w:val="00FC1C25"/>
    <w:rsid w:val="00FC34AA"/>
    <w:rsid w:val="00FC3F45"/>
    <w:rsid w:val="00FD0901"/>
    <w:rsid w:val="00FD4FB3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610DE"/>
  <w15:docId w15:val="{960EC944-2880-41EB-BCF7-A6FCD576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14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14CE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21697/fp.2016.1.0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14746/ikps.2015.10.0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x.doi.org/10.4467/25439561.NP.18.038.987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x.doi.org/10.4467/25439561.NP.17.017.809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4746/ikps.2016.12.06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9C302-162D-47AA-912D-C2F1BBE81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</TotalTime>
  <Pages>1</Pages>
  <Words>1733</Words>
  <Characters>10401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26</cp:revision>
  <cp:lastPrinted>2019-02-06T12:12:00Z</cp:lastPrinted>
  <dcterms:created xsi:type="dcterms:W3CDTF">2020-02-11T09:11:00Z</dcterms:created>
  <dcterms:modified xsi:type="dcterms:W3CDTF">2021-09-06T09:56:00Z</dcterms:modified>
</cp:coreProperties>
</file>